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71838" w14:textId="77777777" w:rsidR="006E5D65" w:rsidRPr="00EB1209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B1209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EB1209">
        <w:rPr>
          <w:rFonts w:ascii="Corbel" w:hAnsi="Corbel"/>
          <w:b/>
          <w:bCs/>
          <w:sz w:val="24"/>
          <w:szCs w:val="24"/>
        </w:rPr>
        <w:tab/>
      </w:r>
      <w:r w:rsidR="00CD6897" w:rsidRPr="00EB1209">
        <w:rPr>
          <w:rFonts w:ascii="Corbel" w:hAnsi="Corbel"/>
          <w:b/>
          <w:bCs/>
          <w:sz w:val="24"/>
          <w:szCs w:val="24"/>
        </w:rPr>
        <w:tab/>
      </w:r>
      <w:r w:rsidR="00CD6897" w:rsidRPr="00EB1209">
        <w:rPr>
          <w:rFonts w:ascii="Corbel" w:hAnsi="Corbel"/>
          <w:b/>
          <w:bCs/>
          <w:sz w:val="24"/>
          <w:szCs w:val="24"/>
        </w:rPr>
        <w:tab/>
      </w:r>
      <w:r w:rsidR="00CD6897" w:rsidRPr="00EB1209">
        <w:rPr>
          <w:rFonts w:ascii="Corbel" w:hAnsi="Corbel"/>
          <w:b/>
          <w:bCs/>
          <w:sz w:val="24"/>
          <w:szCs w:val="24"/>
        </w:rPr>
        <w:tab/>
      </w:r>
      <w:r w:rsidR="00CD6897" w:rsidRPr="00EB1209">
        <w:rPr>
          <w:rFonts w:ascii="Corbel" w:hAnsi="Corbel"/>
          <w:b/>
          <w:bCs/>
          <w:sz w:val="24"/>
          <w:szCs w:val="24"/>
        </w:rPr>
        <w:tab/>
      </w:r>
      <w:r w:rsidR="00CD6897" w:rsidRPr="00EB1209">
        <w:rPr>
          <w:rFonts w:ascii="Corbel" w:hAnsi="Corbel"/>
          <w:b/>
          <w:bCs/>
          <w:sz w:val="24"/>
          <w:szCs w:val="24"/>
        </w:rPr>
        <w:tab/>
      </w:r>
      <w:r w:rsidR="00D8678B" w:rsidRPr="00EB1209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B1209">
        <w:rPr>
          <w:rFonts w:ascii="Corbel" w:hAnsi="Corbel"/>
          <w:bCs/>
          <w:i/>
          <w:sz w:val="24"/>
          <w:szCs w:val="24"/>
        </w:rPr>
        <w:t>1.5</w:t>
      </w:r>
      <w:r w:rsidR="00D8678B" w:rsidRPr="00EB1209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B1209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EB1209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EB1209">
        <w:rPr>
          <w:rFonts w:ascii="Corbel" w:hAnsi="Corbel"/>
          <w:bCs/>
          <w:i/>
          <w:sz w:val="24"/>
          <w:szCs w:val="24"/>
        </w:rPr>
        <w:t>12/2019</w:t>
      </w:r>
    </w:p>
    <w:p w14:paraId="77F8E0C0" w14:textId="77777777" w:rsidR="0085747A" w:rsidRPr="00EB120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1209">
        <w:rPr>
          <w:rFonts w:ascii="Corbel" w:hAnsi="Corbel"/>
          <w:b/>
          <w:smallCaps/>
          <w:sz w:val="24"/>
          <w:szCs w:val="24"/>
        </w:rPr>
        <w:t>SYLABUS</w:t>
      </w:r>
    </w:p>
    <w:p w14:paraId="21D31FBC" w14:textId="0823A3F8" w:rsidR="0085747A" w:rsidRPr="00EB120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B120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EB1209">
        <w:rPr>
          <w:rFonts w:ascii="Corbel" w:hAnsi="Corbel"/>
          <w:b/>
          <w:smallCaps/>
          <w:sz w:val="24"/>
          <w:szCs w:val="24"/>
        </w:rPr>
        <w:t xml:space="preserve"> </w:t>
      </w:r>
      <w:r w:rsidR="00E066F7" w:rsidRPr="00EB1209">
        <w:rPr>
          <w:rFonts w:ascii="Corbel" w:hAnsi="Corbel"/>
          <w:i/>
          <w:smallCaps/>
          <w:sz w:val="24"/>
          <w:szCs w:val="24"/>
          <w:u w:val="single"/>
        </w:rPr>
        <w:t>2019-202</w:t>
      </w:r>
      <w:r w:rsidR="008B2255" w:rsidRPr="00EB1209">
        <w:rPr>
          <w:rFonts w:ascii="Corbel" w:hAnsi="Corbel"/>
          <w:i/>
          <w:smallCaps/>
          <w:sz w:val="24"/>
          <w:szCs w:val="24"/>
          <w:u w:val="single"/>
        </w:rPr>
        <w:t>1</w:t>
      </w:r>
    </w:p>
    <w:p w14:paraId="3B753E0C" w14:textId="0197599C" w:rsidR="0085747A" w:rsidRPr="00EB1209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B120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1BDA2888" w14:textId="18B4EEEF" w:rsidR="00445970" w:rsidRPr="00EB1209" w:rsidRDefault="00445970" w:rsidP="00F70B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730"/>
        </w:tabs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B1209">
        <w:rPr>
          <w:rFonts w:ascii="Corbel" w:hAnsi="Corbel"/>
          <w:sz w:val="24"/>
          <w:szCs w:val="24"/>
        </w:rPr>
        <w:tab/>
      </w:r>
      <w:r w:rsidRPr="00EB1209">
        <w:rPr>
          <w:rFonts w:ascii="Corbel" w:hAnsi="Corbel"/>
          <w:sz w:val="24"/>
          <w:szCs w:val="24"/>
        </w:rPr>
        <w:tab/>
      </w:r>
      <w:r w:rsidRPr="00EB1209">
        <w:rPr>
          <w:rFonts w:ascii="Corbel" w:hAnsi="Corbel"/>
          <w:sz w:val="24"/>
          <w:szCs w:val="24"/>
        </w:rPr>
        <w:tab/>
      </w:r>
      <w:r w:rsidRPr="00EB1209">
        <w:rPr>
          <w:rFonts w:ascii="Corbel" w:hAnsi="Corbel"/>
          <w:sz w:val="24"/>
          <w:szCs w:val="24"/>
        </w:rPr>
        <w:tab/>
        <w:t xml:space="preserve">Rok akademicki   </w:t>
      </w:r>
      <w:r w:rsidR="00E066F7" w:rsidRPr="00EB1209">
        <w:rPr>
          <w:rFonts w:ascii="Corbel" w:hAnsi="Corbel"/>
          <w:sz w:val="24"/>
          <w:szCs w:val="24"/>
        </w:rPr>
        <w:t>2019/2020</w:t>
      </w:r>
      <w:r w:rsidR="00F70B2D" w:rsidRPr="00EB1209">
        <w:rPr>
          <w:rFonts w:ascii="Corbel" w:hAnsi="Corbel"/>
          <w:sz w:val="24"/>
          <w:szCs w:val="24"/>
        </w:rPr>
        <w:tab/>
        <w:t xml:space="preserve"> </w:t>
      </w:r>
    </w:p>
    <w:p w14:paraId="1B51988A" w14:textId="77777777" w:rsidR="0085747A" w:rsidRPr="00EB120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55A347" w14:textId="77777777" w:rsidR="0085747A" w:rsidRPr="00EB120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B1209">
        <w:rPr>
          <w:rFonts w:ascii="Corbel" w:hAnsi="Corbel"/>
          <w:szCs w:val="24"/>
        </w:rPr>
        <w:t xml:space="preserve">1. </w:t>
      </w:r>
      <w:r w:rsidR="0085747A" w:rsidRPr="00EB1209">
        <w:rPr>
          <w:rFonts w:ascii="Corbel" w:hAnsi="Corbel"/>
          <w:szCs w:val="24"/>
        </w:rPr>
        <w:t xml:space="preserve">Podstawowe </w:t>
      </w:r>
      <w:r w:rsidR="00445970" w:rsidRPr="00EB120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B1209" w14:paraId="00E385CF" w14:textId="77777777" w:rsidTr="00B819C8">
        <w:tc>
          <w:tcPr>
            <w:tcW w:w="2694" w:type="dxa"/>
            <w:vAlign w:val="center"/>
          </w:tcPr>
          <w:p w14:paraId="046596AA" w14:textId="77777777" w:rsidR="0085747A" w:rsidRPr="00EB120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51B041" w14:textId="2DAED6BA" w:rsidR="0085747A" w:rsidRPr="00EB1209" w:rsidRDefault="001768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1209">
              <w:rPr>
                <w:rFonts w:ascii="Corbel" w:hAnsi="Corbel"/>
                <w:b w:val="0"/>
                <w:sz w:val="24"/>
                <w:szCs w:val="24"/>
              </w:rPr>
              <w:t>Język obcy z terminologią specjalistyczną – język angielski</w:t>
            </w:r>
          </w:p>
        </w:tc>
      </w:tr>
      <w:tr w:rsidR="0085747A" w:rsidRPr="00EB1209" w14:paraId="687EA7E7" w14:textId="77777777" w:rsidTr="00B819C8">
        <w:tc>
          <w:tcPr>
            <w:tcW w:w="2694" w:type="dxa"/>
            <w:vAlign w:val="center"/>
          </w:tcPr>
          <w:p w14:paraId="339101A9" w14:textId="77777777" w:rsidR="0085747A" w:rsidRPr="00EB120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B120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F9715B" w14:textId="77777777" w:rsidR="0085747A" w:rsidRPr="00EB120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EB1209" w14:paraId="5EB3E15A" w14:textId="77777777" w:rsidTr="00B819C8">
        <w:tc>
          <w:tcPr>
            <w:tcW w:w="2694" w:type="dxa"/>
            <w:vAlign w:val="center"/>
          </w:tcPr>
          <w:p w14:paraId="5DFC4A64" w14:textId="77777777" w:rsidR="0085747A" w:rsidRPr="00EB1209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EB120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BED9BC" w14:textId="59A55926" w:rsidR="0085747A" w:rsidRPr="00EB1209" w:rsidRDefault="00E066F7" w:rsidP="00EB12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120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B120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  <w:r w:rsidRPr="00EB120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B1209" w14:paraId="067ADC1E" w14:textId="77777777" w:rsidTr="00B819C8">
        <w:tc>
          <w:tcPr>
            <w:tcW w:w="2694" w:type="dxa"/>
            <w:vAlign w:val="center"/>
          </w:tcPr>
          <w:p w14:paraId="35D934A7" w14:textId="77777777" w:rsidR="0085747A" w:rsidRPr="00EB120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C5C747" w14:textId="4C80BF37" w:rsidR="0085747A" w:rsidRPr="00EB1209" w:rsidRDefault="00641F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1209"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6B2962" w:rsidRPr="00EB1209">
              <w:rPr>
                <w:rFonts w:ascii="Corbel" w:hAnsi="Corbel"/>
                <w:b w:val="0"/>
                <w:sz w:val="24"/>
                <w:szCs w:val="24"/>
              </w:rPr>
              <w:t xml:space="preserve"> Języków Obcych</w:t>
            </w:r>
          </w:p>
        </w:tc>
      </w:tr>
      <w:tr w:rsidR="0085747A" w:rsidRPr="00EB1209" w14:paraId="32592B7C" w14:textId="77777777" w:rsidTr="00B819C8">
        <w:tc>
          <w:tcPr>
            <w:tcW w:w="2694" w:type="dxa"/>
            <w:vAlign w:val="center"/>
          </w:tcPr>
          <w:p w14:paraId="325B1EE6" w14:textId="77777777" w:rsidR="0085747A" w:rsidRPr="00EB120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D39A4" w14:textId="67AFFF93" w:rsidR="0085747A" w:rsidRPr="00EB1209" w:rsidRDefault="00627F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1209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EB1209" w14:paraId="66116839" w14:textId="77777777" w:rsidTr="00B819C8">
        <w:tc>
          <w:tcPr>
            <w:tcW w:w="2694" w:type="dxa"/>
            <w:vAlign w:val="center"/>
          </w:tcPr>
          <w:p w14:paraId="21E604E6" w14:textId="77777777" w:rsidR="0085747A" w:rsidRPr="00EB120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569EA9" w14:textId="66D487F6" w:rsidR="0085747A" w:rsidRPr="00EB1209" w:rsidRDefault="002E3D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1209"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6B2962" w:rsidRPr="00EB1209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EB1209" w14:paraId="54E42762" w14:textId="77777777" w:rsidTr="00B819C8">
        <w:tc>
          <w:tcPr>
            <w:tcW w:w="2694" w:type="dxa"/>
            <w:vAlign w:val="center"/>
          </w:tcPr>
          <w:p w14:paraId="44D840B4" w14:textId="77777777" w:rsidR="0085747A" w:rsidRPr="00EB120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705BE" w14:textId="5DE7C783" w:rsidR="0085747A" w:rsidRPr="00EB1209" w:rsidRDefault="002823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120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EB1209" w14:paraId="40D05072" w14:textId="77777777" w:rsidTr="00B819C8">
        <w:tc>
          <w:tcPr>
            <w:tcW w:w="2694" w:type="dxa"/>
            <w:vAlign w:val="center"/>
          </w:tcPr>
          <w:p w14:paraId="4FC7C0E1" w14:textId="77777777" w:rsidR="0085747A" w:rsidRPr="00EB120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F4F41" w14:textId="6406ABE6" w:rsidR="0085747A" w:rsidRPr="00EB1209" w:rsidRDefault="003467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1209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B2962" w:rsidRPr="00EB120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EB1209" w14:paraId="29DE6017" w14:textId="77777777" w:rsidTr="00B819C8">
        <w:tc>
          <w:tcPr>
            <w:tcW w:w="2694" w:type="dxa"/>
            <w:vAlign w:val="center"/>
          </w:tcPr>
          <w:p w14:paraId="12AB0B78" w14:textId="77777777" w:rsidR="0085747A" w:rsidRPr="00EB120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B1209">
              <w:rPr>
                <w:rFonts w:ascii="Corbel" w:hAnsi="Corbel"/>
                <w:sz w:val="24"/>
                <w:szCs w:val="24"/>
              </w:rPr>
              <w:t>/y</w:t>
            </w:r>
            <w:r w:rsidRPr="00EB120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E3BD34" w14:textId="0C7A1C9B" w:rsidR="0085747A" w:rsidRPr="00EB1209" w:rsidRDefault="003467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1209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641FD3" w:rsidRPr="00EB1209">
              <w:rPr>
                <w:rFonts w:ascii="Corbel" w:hAnsi="Corbel"/>
                <w:b w:val="0"/>
                <w:sz w:val="24"/>
                <w:szCs w:val="24"/>
              </w:rPr>
              <w:t>ok I, semestr 1, 2</w:t>
            </w:r>
          </w:p>
        </w:tc>
      </w:tr>
      <w:tr w:rsidR="0085747A" w:rsidRPr="00EB1209" w14:paraId="516899EE" w14:textId="77777777" w:rsidTr="00B819C8">
        <w:tc>
          <w:tcPr>
            <w:tcW w:w="2694" w:type="dxa"/>
            <w:vAlign w:val="center"/>
          </w:tcPr>
          <w:p w14:paraId="531910EB" w14:textId="77777777" w:rsidR="0085747A" w:rsidRPr="00EB120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AAFAEA" w14:textId="0F7327FC" w:rsidR="0085747A" w:rsidRPr="00EB1209" w:rsidRDefault="00641F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1209">
              <w:rPr>
                <w:rFonts w:ascii="Corbel" w:hAnsi="Corbel"/>
                <w:b w:val="0"/>
                <w:sz w:val="24"/>
                <w:szCs w:val="24"/>
              </w:rPr>
              <w:t>ogóln</w:t>
            </w:r>
            <w:r w:rsidR="004B06EC" w:rsidRPr="00EB1209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EB1209" w14:paraId="12B3755A" w14:textId="77777777" w:rsidTr="00B819C8">
        <w:tc>
          <w:tcPr>
            <w:tcW w:w="2694" w:type="dxa"/>
            <w:vAlign w:val="center"/>
          </w:tcPr>
          <w:p w14:paraId="34E61EC5" w14:textId="77777777" w:rsidR="00923D7D" w:rsidRPr="00EB120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374733" w14:textId="3852D114" w:rsidR="00923D7D" w:rsidRPr="00EB1209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1209">
              <w:rPr>
                <w:rFonts w:ascii="Corbel" w:hAnsi="Corbel"/>
                <w:b w:val="0"/>
                <w:sz w:val="24"/>
                <w:szCs w:val="24"/>
              </w:rPr>
              <w:t>angielski/polski</w:t>
            </w:r>
          </w:p>
        </w:tc>
      </w:tr>
      <w:tr w:rsidR="0085747A" w:rsidRPr="00EB1209" w14:paraId="1201D53F" w14:textId="77777777" w:rsidTr="00B819C8">
        <w:tc>
          <w:tcPr>
            <w:tcW w:w="2694" w:type="dxa"/>
            <w:vAlign w:val="center"/>
          </w:tcPr>
          <w:p w14:paraId="09A9C10F" w14:textId="77777777" w:rsidR="0085747A" w:rsidRPr="00EB120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601B3D" w14:textId="0F0EFF80" w:rsidR="0085747A" w:rsidRPr="00EB1209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1209"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5747A" w:rsidRPr="00EB1209" w14:paraId="7A28B2FA" w14:textId="77777777" w:rsidTr="00B819C8">
        <w:tc>
          <w:tcPr>
            <w:tcW w:w="2694" w:type="dxa"/>
            <w:vAlign w:val="center"/>
          </w:tcPr>
          <w:p w14:paraId="6B5E7C72" w14:textId="77777777" w:rsidR="0085747A" w:rsidRPr="00EB120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D901D9" w14:textId="57039B67" w:rsidR="00627FF5" w:rsidRPr="00EB1209" w:rsidRDefault="005350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1209">
              <w:rPr>
                <w:rFonts w:ascii="Corbel" w:hAnsi="Corbel"/>
                <w:b w:val="0"/>
                <w:sz w:val="24"/>
                <w:szCs w:val="24"/>
              </w:rPr>
              <w:t xml:space="preserve">mgr Magdalena Motyl, </w:t>
            </w:r>
            <w:r w:rsidR="00592218" w:rsidRPr="00EB1209">
              <w:rPr>
                <w:rFonts w:ascii="Corbel" w:hAnsi="Corbel"/>
                <w:b w:val="0"/>
                <w:sz w:val="24"/>
                <w:szCs w:val="24"/>
              </w:rPr>
              <w:t xml:space="preserve">mgr Joanna Skowron </w:t>
            </w:r>
          </w:p>
        </w:tc>
      </w:tr>
    </w:tbl>
    <w:p w14:paraId="06671629" w14:textId="77777777" w:rsidR="0085747A" w:rsidRPr="00EB120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B1209">
        <w:rPr>
          <w:rFonts w:ascii="Corbel" w:hAnsi="Corbel"/>
          <w:sz w:val="24"/>
          <w:szCs w:val="24"/>
        </w:rPr>
        <w:t xml:space="preserve">* </w:t>
      </w:r>
      <w:r w:rsidRPr="00EB1209">
        <w:rPr>
          <w:rFonts w:ascii="Corbel" w:hAnsi="Corbel"/>
          <w:i/>
          <w:sz w:val="24"/>
          <w:szCs w:val="24"/>
        </w:rPr>
        <w:t>-</w:t>
      </w:r>
      <w:r w:rsidR="00B90885" w:rsidRPr="00EB120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B1209">
        <w:rPr>
          <w:rFonts w:ascii="Corbel" w:hAnsi="Corbel"/>
          <w:b w:val="0"/>
          <w:sz w:val="24"/>
          <w:szCs w:val="24"/>
        </w:rPr>
        <w:t>e,</w:t>
      </w:r>
      <w:r w:rsidRPr="00EB1209">
        <w:rPr>
          <w:rFonts w:ascii="Corbel" w:hAnsi="Corbel"/>
          <w:i/>
          <w:sz w:val="24"/>
          <w:szCs w:val="24"/>
        </w:rPr>
        <w:t xml:space="preserve"> </w:t>
      </w:r>
      <w:r w:rsidRPr="00EB120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B1209">
        <w:rPr>
          <w:rFonts w:ascii="Corbel" w:hAnsi="Corbel"/>
          <w:b w:val="0"/>
          <w:i/>
          <w:sz w:val="24"/>
          <w:szCs w:val="24"/>
        </w:rPr>
        <w:t>w Jednostce</w:t>
      </w:r>
    </w:p>
    <w:p w14:paraId="3BC9E7C1" w14:textId="77777777" w:rsidR="00923D7D" w:rsidRPr="00EB120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CCAE2E" w14:textId="77777777" w:rsidR="0085747A" w:rsidRPr="00EB120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B1209">
        <w:rPr>
          <w:rFonts w:ascii="Corbel" w:hAnsi="Corbel"/>
          <w:sz w:val="24"/>
          <w:szCs w:val="24"/>
        </w:rPr>
        <w:t>1.</w:t>
      </w:r>
      <w:r w:rsidR="00E22FBC" w:rsidRPr="00EB1209">
        <w:rPr>
          <w:rFonts w:ascii="Corbel" w:hAnsi="Corbel"/>
          <w:sz w:val="24"/>
          <w:szCs w:val="24"/>
        </w:rPr>
        <w:t>1</w:t>
      </w:r>
      <w:r w:rsidRPr="00EB120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42F71A" w14:textId="77777777" w:rsidR="00923D7D" w:rsidRPr="00EB120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B1209" w14:paraId="53361818" w14:textId="77777777" w:rsidTr="006B296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527F" w14:textId="77777777" w:rsidR="00015B8F" w:rsidRPr="00EB120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B1209">
              <w:rPr>
                <w:rFonts w:ascii="Corbel" w:hAnsi="Corbel"/>
                <w:szCs w:val="24"/>
              </w:rPr>
              <w:t>Semestr</w:t>
            </w:r>
          </w:p>
          <w:p w14:paraId="0A7FB8DE" w14:textId="77777777" w:rsidR="00015B8F" w:rsidRPr="00EB120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B1209">
              <w:rPr>
                <w:rFonts w:ascii="Corbel" w:hAnsi="Corbel"/>
                <w:szCs w:val="24"/>
              </w:rPr>
              <w:t>(</w:t>
            </w:r>
            <w:r w:rsidR="00363F78" w:rsidRPr="00EB120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3D13F" w14:textId="77777777" w:rsidR="00015B8F" w:rsidRPr="00EB120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B1209">
              <w:rPr>
                <w:rFonts w:ascii="Corbel" w:hAnsi="Corbel"/>
                <w:szCs w:val="24"/>
              </w:rPr>
              <w:t>Wykł</w:t>
            </w:r>
            <w:proofErr w:type="spellEnd"/>
            <w:r w:rsidRPr="00EB120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F4B5C" w14:textId="77777777" w:rsidR="00015B8F" w:rsidRPr="00EB120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B120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ACA5B" w14:textId="77777777" w:rsidR="00015B8F" w:rsidRPr="00EB120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B1209">
              <w:rPr>
                <w:rFonts w:ascii="Corbel" w:hAnsi="Corbel"/>
                <w:szCs w:val="24"/>
              </w:rPr>
              <w:t>Konw</w:t>
            </w:r>
            <w:proofErr w:type="spellEnd"/>
            <w:r w:rsidRPr="00EB120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1FF44" w14:textId="77777777" w:rsidR="00015B8F" w:rsidRPr="00EB120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B120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B76E" w14:textId="77777777" w:rsidR="00015B8F" w:rsidRPr="00EB120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B1209">
              <w:rPr>
                <w:rFonts w:ascii="Corbel" w:hAnsi="Corbel"/>
                <w:szCs w:val="24"/>
              </w:rPr>
              <w:t>Sem</w:t>
            </w:r>
            <w:proofErr w:type="spellEnd"/>
            <w:r w:rsidRPr="00EB120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BEE2C" w14:textId="77777777" w:rsidR="00015B8F" w:rsidRPr="00EB120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B120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CE774" w14:textId="77777777" w:rsidR="00015B8F" w:rsidRPr="00EB120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B1209">
              <w:rPr>
                <w:rFonts w:ascii="Corbel" w:hAnsi="Corbel"/>
                <w:szCs w:val="24"/>
              </w:rPr>
              <w:t>Prakt</w:t>
            </w:r>
            <w:proofErr w:type="spellEnd"/>
            <w:r w:rsidRPr="00EB120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7FBF9" w14:textId="77777777" w:rsidR="00015B8F" w:rsidRPr="00EB120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B120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A4717" w14:textId="77777777" w:rsidR="00015B8F" w:rsidRPr="00EB120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B1209">
              <w:rPr>
                <w:rFonts w:ascii="Corbel" w:hAnsi="Corbel"/>
                <w:b/>
                <w:szCs w:val="24"/>
              </w:rPr>
              <w:t>Liczba pkt</w:t>
            </w:r>
            <w:r w:rsidR="00B90885" w:rsidRPr="00EB1209">
              <w:rPr>
                <w:rFonts w:ascii="Corbel" w:hAnsi="Corbel"/>
                <w:b/>
                <w:szCs w:val="24"/>
              </w:rPr>
              <w:t>.</w:t>
            </w:r>
            <w:r w:rsidRPr="00EB120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B1209" w14:paraId="16596AC2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2948" w14:textId="05CAD879" w:rsidR="00015B8F" w:rsidRPr="00EB1209" w:rsidRDefault="006B29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7A3D3" w14:textId="77777777" w:rsidR="00015B8F" w:rsidRPr="00EB120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48202" w14:textId="3944121E" w:rsidR="00015B8F" w:rsidRPr="00EB1209" w:rsidRDefault="003C18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C74F2" w14:textId="77777777" w:rsidR="00015B8F" w:rsidRPr="00EB120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F492B" w14:textId="77777777" w:rsidR="00015B8F" w:rsidRPr="00EB120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6EDFB" w14:textId="77777777" w:rsidR="00015B8F" w:rsidRPr="00EB120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9DA8" w14:textId="77777777" w:rsidR="00015B8F" w:rsidRPr="00EB120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3051" w14:textId="77777777" w:rsidR="00015B8F" w:rsidRPr="00EB120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57B0" w14:textId="77777777" w:rsidR="00015B8F" w:rsidRPr="00EB120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BC09F" w14:textId="03AE9658" w:rsidR="00015B8F" w:rsidRPr="00EB1209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41FD3" w:rsidRPr="00EB1209" w14:paraId="2CFBA4FF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C5BB7" w14:textId="51DF4185" w:rsidR="00641FD3" w:rsidRPr="00EB1209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5B78" w14:textId="77777777" w:rsidR="00641FD3" w:rsidRPr="00EB1209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CB1DB" w14:textId="36A7CD33" w:rsidR="00641FD3" w:rsidRPr="00EB1209" w:rsidRDefault="003C1876" w:rsidP="003C18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FFF4A" w14:textId="77777777" w:rsidR="00641FD3" w:rsidRPr="00EB1209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1A6D5" w14:textId="77777777" w:rsidR="00641FD3" w:rsidRPr="00EB1209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9F0E7" w14:textId="77777777" w:rsidR="00641FD3" w:rsidRPr="00EB1209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B9840" w14:textId="77777777" w:rsidR="00641FD3" w:rsidRPr="00EB1209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C89EC" w14:textId="77777777" w:rsidR="00641FD3" w:rsidRPr="00EB1209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3DED4" w14:textId="77777777" w:rsidR="00641FD3" w:rsidRPr="00EB1209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84F6C" w14:textId="5BCA6FE7" w:rsidR="00641FD3" w:rsidRPr="00EB1209" w:rsidRDefault="00641F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932EE5" w:rsidRPr="00EB1209" w14:paraId="43E6C0E1" w14:textId="77777777" w:rsidTr="006B296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65042" w14:textId="69B3B653" w:rsidR="00932EE5" w:rsidRPr="00EB1209" w:rsidRDefault="00932E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1CBA4" w14:textId="77777777" w:rsidR="00932EE5" w:rsidRPr="00EB1209" w:rsidRDefault="00932E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E4059" w14:textId="449B2645" w:rsidR="00932EE5" w:rsidRPr="00EB1209" w:rsidRDefault="00846A1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77425" w14:textId="77777777" w:rsidR="00932EE5" w:rsidRPr="00EB1209" w:rsidRDefault="00932E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72CC" w14:textId="77777777" w:rsidR="00932EE5" w:rsidRPr="00EB1209" w:rsidRDefault="00932E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407A0" w14:textId="77777777" w:rsidR="00932EE5" w:rsidRPr="00EB1209" w:rsidRDefault="00932E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5675B" w14:textId="77777777" w:rsidR="00932EE5" w:rsidRPr="00EB1209" w:rsidRDefault="00932E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AECFF" w14:textId="77777777" w:rsidR="00932EE5" w:rsidRPr="00EB1209" w:rsidRDefault="00932E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2AB6F" w14:textId="77777777" w:rsidR="00932EE5" w:rsidRPr="00EB1209" w:rsidRDefault="00932E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78F06" w14:textId="3C0CA32B" w:rsidR="00932EE5" w:rsidRPr="00EB1209" w:rsidRDefault="00932E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7BB7AAA7" w14:textId="77777777" w:rsidR="00923D7D" w:rsidRPr="00EB120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01AB829" w14:textId="77777777" w:rsidR="00923D7D" w:rsidRPr="00EB120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7E186" w14:textId="77777777" w:rsidR="0085747A" w:rsidRPr="00EB120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B1209">
        <w:rPr>
          <w:rFonts w:ascii="Corbel" w:hAnsi="Corbel"/>
          <w:smallCaps w:val="0"/>
          <w:szCs w:val="24"/>
        </w:rPr>
        <w:t>1.</w:t>
      </w:r>
      <w:r w:rsidR="00E22FBC" w:rsidRPr="00EB1209">
        <w:rPr>
          <w:rFonts w:ascii="Corbel" w:hAnsi="Corbel"/>
          <w:smallCaps w:val="0"/>
          <w:szCs w:val="24"/>
        </w:rPr>
        <w:t>2</w:t>
      </w:r>
      <w:r w:rsidR="00F83B28" w:rsidRPr="00EB1209">
        <w:rPr>
          <w:rFonts w:ascii="Corbel" w:hAnsi="Corbel"/>
          <w:smallCaps w:val="0"/>
          <w:szCs w:val="24"/>
        </w:rPr>
        <w:t>.</w:t>
      </w:r>
      <w:r w:rsidR="00F83B28" w:rsidRPr="00EB1209">
        <w:rPr>
          <w:rFonts w:ascii="Corbel" w:hAnsi="Corbel"/>
          <w:smallCaps w:val="0"/>
          <w:szCs w:val="24"/>
        </w:rPr>
        <w:tab/>
      </w:r>
      <w:r w:rsidRPr="00EB1209">
        <w:rPr>
          <w:rFonts w:ascii="Corbel" w:hAnsi="Corbel"/>
          <w:smallCaps w:val="0"/>
          <w:szCs w:val="24"/>
        </w:rPr>
        <w:t xml:space="preserve">Sposób realizacji zajęć  </w:t>
      </w:r>
    </w:p>
    <w:p w14:paraId="2B33A959" w14:textId="57181686" w:rsidR="0085747A" w:rsidRPr="00EB1209" w:rsidRDefault="006711F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B1209"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EB1209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A486A78" w14:textId="77777777" w:rsidR="0085747A" w:rsidRPr="00EB120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296751" w14:textId="26556854" w:rsidR="00E22FBC" w:rsidRPr="00EB120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B1209">
        <w:rPr>
          <w:rFonts w:ascii="Corbel" w:hAnsi="Corbel"/>
          <w:smallCaps w:val="0"/>
          <w:szCs w:val="24"/>
        </w:rPr>
        <w:t xml:space="preserve">1.3 </w:t>
      </w:r>
      <w:r w:rsidR="00F83B28" w:rsidRPr="00EB1209">
        <w:rPr>
          <w:rFonts w:ascii="Corbel" w:hAnsi="Corbel"/>
          <w:smallCaps w:val="0"/>
          <w:szCs w:val="24"/>
        </w:rPr>
        <w:tab/>
      </w:r>
      <w:r w:rsidRPr="00EB1209">
        <w:rPr>
          <w:rFonts w:ascii="Corbel" w:hAnsi="Corbel"/>
          <w:smallCaps w:val="0"/>
          <w:szCs w:val="24"/>
        </w:rPr>
        <w:t>For</w:t>
      </w:r>
      <w:r w:rsidR="00445970" w:rsidRPr="00EB1209">
        <w:rPr>
          <w:rFonts w:ascii="Corbel" w:hAnsi="Corbel"/>
          <w:smallCaps w:val="0"/>
          <w:szCs w:val="24"/>
        </w:rPr>
        <w:t xml:space="preserve">ma zaliczenia przedmiotu </w:t>
      </w:r>
      <w:r w:rsidRPr="00EB1209">
        <w:rPr>
          <w:rFonts w:ascii="Corbel" w:hAnsi="Corbel"/>
          <w:smallCaps w:val="0"/>
          <w:szCs w:val="24"/>
        </w:rPr>
        <w:t xml:space="preserve">(z toku) </w:t>
      </w:r>
      <w:r w:rsidRPr="00EB120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A6D73A8" w14:textId="58B9622D" w:rsidR="009C54AE" w:rsidRPr="00EB1209" w:rsidRDefault="00A0410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EB1209">
        <w:rPr>
          <w:rFonts w:ascii="Corbel" w:hAnsi="Corbel"/>
          <w:b w:val="0"/>
          <w:szCs w:val="24"/>
        </w:rPr>
        <w:t>zaliczenie z oceną</w:t>
      </w:r>
    </w:p>
    <w:p w14:paraId="73FAB6B7" w14:textId="77777777" w:rsidR="00E960BB" w:rsidRPr="00EB1209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407DA4" w14:textId="77777777" w:rsidR="00E960BB" w:rsidRPr="00EB120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B120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B1209" w14:paraId="3A706F80" w14:textId="77777777" w:rsidTr="00745302">
        <w:tc>
          <w:tcPr>
            <w:tcW w:w="9670" w:type="dxa"/>
          </w:tcPr>
          <w:p w14:paraId="692103D2" w14:textId="75545416" w:rsidR="0085747A" w:rsidRPr="00EB1209" w:rsidRDefault="006711F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B12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na poziomie B</w:t>
            </w:r>
            <w:r w:rsidR="002E3D13" w:rsidRPr="00EB12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Pr="00EB12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według Europejskiego Opisu Kształcenia Językowego. </w:t>
            </w:r>
          </w:p>
          <w:p w14:paraId="329C8A3F" w14:textId="77777777" w:rsidR="0085747A" w:rsidRPr="00EB1209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6724876" w14:textId="77777777" w:rsidR="00153C41" w:rsidRPr="00EB120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528ADD" w14:textId="38ED7736" w:rsidR="0085747A" w:rsidRPr="00EB120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B1209">
        <w:rPr>
          <w:rFonts w:ascii="Corbel" w:hAnsi="Corbel"/>
          <w:szCs w:val="24"/>
        </w:rPr>
        <w:t>3.</w:t>
      </w:r>
      <w:r w:rsidR="0085747A" w:rsidRPr="00EB1209">
        <w:rPr>
          <w:rFonts w:ascii="Corbel" w:hAnsi="Corbel"/>
          <w:szCs w:val="24"/>
        </w:rPr>
        <w:t xml:space="preserve"> </w:t>
      </w:r>
      <w:r w:rsidR="00A84C85" w:rsidRPr="00EB1209">
        <w:rPr>
          <w:rFonts w:ascii="Corbel" w:hAnsi="Corbel"/>
          <w:szCs w:val="24"/>
        </w:rPr>
        <w:t>cele, efekty uczenia się</w:t>
      </w:r>
      <w:r w:rsidR="0085747A" w:rsidRPr="00EB1209">
        <w:rPr>
          <w:rFonts w:ascii="Corbel" w:hAnsi="Corbel"/>
          <w:szCs w:val="24"/>
        </w:rPr>
        <w:t>, treści Programowe i stosowane metody Dydaktyczne</w:t>
      </w:r>
    </w:p>
    <w:p w14:paraId="1EA642BD" w14:textId="77777777" w:rsidR="0085747A" w:rsidRPr="00EB120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5B0933" w14:textId="77777777" w:rsidR="0085747A" w:rsidRPr="00EB120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B1209">
        <w:rPr>
          <w:rFonts w:ascii="Corbel" w:hAnsi="Corbel"/>
          <w:sz w:val="24"/>
          <w:szCs w:val="24"/>
        </w:rPr>
        <w:t xml:space="preserve">3.1 </w:t>
      </w:r>
      <w:r w:rsidR="00C05F44" w:rsidRPr="00EB1209">
        <w:rPr>
          <w:rFonts w:ascii="Corbel" w:hAnsi="Corbel"/>
          <w:sz w:val="24"/>
          <w:szCs w:val="24"/>
        </w:rPr>
        <w:t>Cele przedmiotu</w:t>
      </w:r>
    </w:p>
    <w:p w14:paraId="1E7CE0BE" w14:textId="77777777" w:rsidR="00F83B28" w:rsidRPr="00EB120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EB1209" w14:paraId="50D9B5CF" w14:textId="77777777" w:rsidTr="00923D7D">
        <w:tc>
          <w:tcPr>
            <w:tcW w:w="851" w:type="dxa"/>
            <w:vAlign w:val="center"/>
          </w:tcPr>
          <w:p w14:paraId="37C68C33" w14:textId="77777777" w:rsidR="0085747A" w:rsidRPr="00EB1209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B120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5CB0" w14:textId="3F2AC555" w:rsidR="0085747A" w:rsidRPr="00EB1209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B1209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  <w:r w:rsidRPr="00EB1209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EB1209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  <w:r w:rsidRPr="00EB1209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EB1209">
              <w:rPr>
                <w:rFonts w:ascii="Corbel" w:hAnsi="Corbel"/>
                <w:b w:val="0"/>
                <w:sz w:val="24"/>
                <w:szCs w:val="24"/>
              </w:rPr>
              <w:t>pisemnych) w ramach kształcenia kompetencji komunikacyjnej na</w:t>
            </w:r>
            <w:r w:rsidRPr="00EB1209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EB1209">
              <w:rPr>
                <w:rFonts w:ascii="Corbel" w:hAnsi="Corbel"/>
                <w:b w:val="0"/>
                <w:sz w:val="24"/>
                <w:szCs w:val="24"/>
              </w:rPr>
              <w:t>poziomie B2</w:t>
            </w:r>
            <w:r w:rsidRPr="00EB1209">
              <w:rPr>
                <w:rFonts w:ascii="Corbel" w:hAnsi="Corbel"/>
                <w:b w:val="0"/>
                <w:sz w:val="24"/>
                <w:szCs w:val="24"/>
              </w:rPr>
              <w:cr/>
            </w:r>
            <w:r w:rsidR="002E3D13" w:rsidRPr="00EB120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EB1209" w14:paraId="2CC0FBE1" w14:textId="77777777" w:rsidTr="00923D7D">
        <w:tc>
          <w:tcPr>
            <w:tcW w:w="851" w:type="dxa"/>
            <w:vAlign w:val="center"/>
          </w:tcPr>
          <w:p w14:paraId="4B20B94A" w14:textId="6C634FBF" w:rsidR="0085747A" w:rsidRPr="00EB1209" w:rsidRDefault="00121A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17125B9" w14:textId="0F9C255A" w:rsidR="0085747A" w:rsidRPr="00EB1209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B1209">
              <w:rPr>
                <w:rFonts w:ascii="Corbel" w:hAnsi="Corbel"/>
                <w:b w:val="0"/>
                <w:sz w:val="24"/>
                <w:szCs w:val="24"/>
              </w:rPr>
              <w:t xml:space="preserve">Wykształcenie kompetencji językowej umożliwiającej komunikację w sytuacjach dnia codziennego, jak i posługiwanie się językiem obcym w podstawowym zakresie do celów zawodowych i naukowych. </w:t>
            </w:r>
          </w:p>
        </w:tc>
      </w:tr>
      <w:tr w:rsidR="0085747A" w:rsidRPr="00EB1209" w14:paraId="7F8189BB" w14:textId="77777777" w:rsidTr="00923D7D">
        <w:tc>
          <w:tcPr>
            <w:tcW w:w="851" w:type="dxa"/>
            <w:vAlign w:val="center"/>
          </w:tcPr>
          <w:p w14:paraId="028BC022" w14:textId="00315EC0" w:rsidR="0085747A" w:rsidRPr="00EB1209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B1209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21A87" w:rsidRPr="00EB120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6568037" w14:textId="534512DA" w:rsidR="0085747A" w:rsidRPr="00EB1209" w:rsidRDefault="002E3D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B1209">
              <w:rPr>
                <w:rFonts w:ascii="Corbel" w:hAnsi="Corbel"/>
                <w:b w:val="0"/>
                <w:sz w:val="24"/>
                <w:szCs w:val="24"/>
              </w:rPr>
              <w:t xml:space="preserve">Podnoszenie kompetencji językowych poprzez pracę nad poprawnością gramatyczną wypowiedzi ustnych i pisemnych. </w:t>
            </w:r>
          </w:p>
        </w:tc>
      </w:tr>
      <w:tr w:rsidR="00121A87" w:rsidRPr="00EB1209" w14:paraId="6863286E" w14:textId="77777777" w:rsidTr="00923D7D">
        <w:tc>
          <w:tcPr>
            <w:tcW w:w="851" w:type="dxa"/>
            <w:vAlign w:val="center"/>
          </w:tcPr>
          <w:p w14:paraId="1847C224" w14:textId="7237D7D0" w:rsidR="00121A87" w:rsidRPr="00EB1209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B120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EF8F8F" w14:textId="30166D80" w:rsidR="00121A87" w:rsidRPr="00EB1209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B1209">
              <w:rPr>
                <w:rFonts w:ascii="Corbel" w:hAnsi="Corbel"/>
                <w:b w:val="0"/>
                <w:sz w:val="24"/>
                <w:szCs w:val="24"/>
              </w:rPr>
              <w:t xml:space="preserve">Poszerzenie </w:t>
            </w:r>
            <w:r w:rsidR="002E3D13" w:rsidRPr="00EB1209">
              <w:rPr>
                <w:rFonts w:ascii="Corbel" w:hAnsi="Corbel"/>
                <w:b w:val="0"/>
                <w:sz w:val="24"/>
                <w:szCs w:val="24"/>
              </w:rPr>
              <w:t xml:space="preserve">i utrwalanie </w:t>
            </w:r>
            <w:r w:rsidRPr="00EB1209">
              <w:rPr>
                <w:rFonts w:ascii="Corbel" w:hAnsi="Corbel"/>
                <w:b w:val="0"/>
                <w:sz w:val="24"/>
                <w:szCs w:val="24"/>
              </w:rPr>
              <w:t xml:space="preserve">słownictwa specjalistycznego </w:t>
            </w:r>
            <w:r w:rsidR="002E3D13" w:rsidRPr="00EB1209">
              <w:rPr>
                <w:rFonts w:ascii="Corbel" w:hAnsi="Corbel"/>
                <w:b w:val="0"/>
                <w:sz w:val="24"/>
                <w:szCs w:val="24"/>
              </w:rPr>
              <w:t>(</w:t>
            </w:r>
            <w:r w:rsidRPr="00EB1209">
              <w:rPr>
                <w:rFonts w:ascii="Corbel" w:hAnsi="Corbel"/>
                <w:b w:val="0"/>
                <w:sz w:val="24"/>
                <w:szCs w:val="24"/>
              </w:rPr>
              <w:t xml:space="preserve">z zakresu nauk o rodzinie). </w:t>
            </w:r>
          </w:p>
        </w:tc>
      </w:tr>
      <w:tr w:rsidR="00121A87" w:rsidRPr="00EB1209" w14:paraId="55D3B1EF" w14:textId="77777777" w:rsidTr="00923D7D">
        <w:tc>
          <w:tcPr>
            <w:tcW w:w="851" w:type="dxa"/>
            <w:vAlign w:val="center"/>
          </w:tcPr>
          <w:p w14:paraId="2A806FDF" w14:textId="584D48FB" w:rsidR="00121A87" w:rsidRPr="00EB1209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B1209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C507636" w14:textId="425F0AC7" w:rsidR="00121A87" w:rsidRPr="00EB1209" w:rsidRDefault="002E3D1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B1209">
              <w:rPr>
                <w:rFonts w:ascii="Corbel" w:hAnsi="Corbel"/>
                <w:b w:val="0"/>
                <w:bCs/>
                <w:sz w:val="24"/>
                <w:szCs w:val="24"/>
              </w:rPr>
              <w:t>Przygotowanie do przedstawienia fachowej prezentacji i wzięcia udziału w specjalistycznej dyskusji dotyczącej własnej tematyki zawodowej na podstawie złożonych tekstów fachowych.</w:t>
            </w:r>
          </w:p>
        </w:tc>
      </w:tr>
    </w:tbl>
    <w:p w14:paraId="278DD447" w14:textId="77777777" w:rsidR="0085747A" w:rsidRPr="00EB120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157FB0" w14:textId="77777777" w:rsidR="001D7B54" w:rsidRPr="00EB120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B1209">
        <w:rPr>
          <w:rFonts w:ascii="Corbel" w:hAnsi="Corbel"/>
          <w:b/>
          <w:sz w:val="24"/>
          <w:szCs w:val="24"/>
        </w:rPr>
        <w:t xml:space="preserve">3.2 </w:t>
      </w:r>
      <w:r w:rsidR="001D7B54" w:rsidRPr="00EB1209">
        <w:rPr>
          <w:rFonts w:ascii="Corbel" w:hAnsi="Corbel"/>
          <w:b/>
          <w:sz w:val="24"/>
          <w:szCs w:val="24"/>
        </w:rPr>
        <w:t xml:space="preserve">Efekty </w:t>
      </w:r>
      <w:r w:rsidR="00C05F44" w:rsidRPr="00EB120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B1209">
        <w:rPr>
          <w:rFonts w:ascii="Corbel" w:hAnsi="Corbel"/>
          <w:b/>
          <w:sz w:val="24"/>
          <w:szCs w:val="24"/>
        </w:rPr>
        <w:t>dla przedmiotu</w:t>
      </w:r>
      <w:r w:rsidR="00445970" w:rsidRPr="00EB1209">
        <w:rPr>
          <w:rFonts w:ascii="Corbel" w:hAnsi="Corbel"/>
          <w:sz w:val="24"/>
          <w:szCs w:val="24"/>
        </w:rPr>
        <w:t xml:space="preserve"> </w:t>
      </w:r>
    </w:p>
    <w:p w14:paraId="5ED038E2" w14:textId="77777777" w:rsidR="001D7B54" w:rsidRPr="00EB120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B1209" w14:paraId="1B36E428" w14:textId="77777777" w:rsidTr="000A4E07">
        <w:tc>
          <w:tcPr>
            <w:tcW w:w="1681" w:type="dxa"/>
            <w:vAlign w:val="center"/>
          </w:tcPr>
          <w:p w14:paraId="75232DE9" w14:textId="77777777" w:rsidR="0085747A" w:rsidRPr="00EB120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120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B120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B120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B120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1A52E7E" w14:textId="77777777" w:rsidR="0085747A" w:rsidRPr="00EB120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120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B120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B120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9F52B66" w14:textId="77777777" w:rsidR="00F84360" w:rsidRPr="00EB1209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1209">
              <w:rPr>
                <w:rFonts w:ascii="Corbel" w:hAnsi="Corbel"/>
                <w:b w:val="0"/>
                <w:smallCaps w:val="0"/>
                <w:szCs w:val="24"/>
              </w:rPr>
              <w:t>Odniesienie do efektów</w:t>
            </w:r>
          </w:p>
          <w:p w14:paraId="18F57284" w14:textId="69BAAFBF" w:rsidR="0085747A" w:rsidRPr="00EB1209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1209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30395F" w:rsidRPr="00EB120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B1209" w14:paraId="3286923B" w14:textId="77777777" w:rsidTr="000A4E07">
        <w:tc>
          <w:tcPr>
            <w:tcW w:w="1681" w:type="dxa"/>
          </w:tcPr>
          <w:p w14:paraId="23DBA0D5" w14:textId="77777777" w:rsidR="0085747A" w:rsidRPr="00EB120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20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B120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B11AA8A" w14:textId="77777777" w:rsidR="00641FD3" w:rsidRPr="00EB1209" w:rsidRDefault="00641FD3" w:rsidP="00620D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7B70D4F" w14:textId="053F957E" w:rsidR="00011230" w:rsidRPr="00EB1209" w:rsidRDefault="00E00BFB" w:rsidP="000112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1209">
              <w:rPr>
                <w:rFonts w:ascii="Corbel" w:hAnsi="Corbel"/>
                <w:b w:val="0"/>
                <w:smallCaps w:val="0"/>
                <w:szCs w:val="24"/>
              </w:rPr>
              <w:t>Zanalizuje</w:t>
            </w:r>
            <w:r w:rsidR="008F06FE" w:rsidRPr="00EB1209">
              <w:rPr>
                <w:rFonts w:ascii="Corbel" w:hAnsi="Corbel"/>
                <w:b w:val="0"/>
                <w:smallCaps w:val="0"/>
                <w:szCs w:val="24"/>
              </w:rPr>
              <w:t xml:space="preserve"> tekst zawierający specjalistyczną terminologię pedagogiczną</w:t>
            </w:r>
            <w:r w:rsidR="00011230" w:rsidRPr="00EB1209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="008F06FE" w:rsidRPr="00EB1209">
              <w:rPr>
                <w:rFonts w:ascii="Corbel" w:hAnsi="Corbel"/>
                <w:b w:val="0"/>
                <w:smallCaps w:val="0"/>
                <w:szCs w:val="24"/>
              </w:rPr>
              <w:t xml:space="preserve"> zastosuje specjalistyczną terminologię pedagogiczną do tworzenia wypowiedzi </w:t>
            </w:r>
            <w:r w:rsidR="00011230" w:rsidRPr="00EB1209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8F06FE" w:rsidRPr="00EB1209">
              <w:rPr>
                <w:rFonts w:ascii="Corbel" w:hAnsi="Corbel"/>
                <w:b w:val="0"/>
                <w:smallCaps w:val="0"/>
                <w:szCs w:val="24"/>
              </w:rPr>
              <w:t>w formie werbalnej i pisemnej na wybrane tematy</w:t>
            </w:r>
            <w:r w:rsidR="00011230" w:rsidRPr="00EB120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4B4DC58C" w14:textId="0C2EFE9F" w:rsidR="008F06FE" w:rsidRPr="00EB1209" w:rsidRDefault="00011230" w:rsidP="000112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1209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8F06FE" w:rsidRPr="00EB1209">
              <w:rPr>
                <w:rFonts w:ascii="Corbel" w:hAnsi="Corbel"/>
                <w:b w:val="0"/>
                <w:smallCaps w:val="0"/>
                <w:szCs w:val="24"/>
              </w:rPr>
              <w:t xml:space="preserve"> przygotuje wystąpieni</w:t>
            </w:r>
            <w:r w:rsidRPr="00EB1209">
              <w:rPr>
                <w:rFonts w:ascii="Corbel" w:hAnsi="Corbel"/>
                <w:b w:val="0"/>
                <w:smallCaps w:val="0"/>
                <w:szCs w:val="24"/>
              </w:rPr>
              <w:t>e werbalne i wypowiedź pisemną</w:t>
            </w:r>
            <w:r w:rsidR="008F06FE" w:rsidRPr="00EB1209">
              <w:rPr>
                <w:rFonts w:ascii="Corbel" w:hAnsi="Corbel"/>
                <w:b w:val="0"/>
                <w:smallCaps w:val="0"/>
                <w:szCs w:val="24"/>
              </w:rPr>
              <w:t xml:space="preserve"> z rozbudowanymi uzasadnieniami </w:t>
            </w:r>
            <w:r w:rsidRPr="00EB1209">
              <w:rPr>
                <w:rFonts w:ascii="Corbel" w:hAnsi="Corbel"/>
                <w:b w:val="0"/>
                <w:smallCaps w:val="0"/>
                <w:szCs w:val="24"/>
              </w:rPr>
              <w:t xml:space="preserve">z dziedziny </w:t>
            </w:r>
            <w:r w:rsidR="008F06FE" w:rsidRPr="00EB1209">
              <w:rPr>
                <w:rFonts w:ascii="Corbel" w:hAnsi="Corbel"/>
                <w:b w:val="0"/>
                <w:smallCaps w:val="0"/>
                <w:szCs w:val="24"/>
              </w:rPr>
              <w:t>pedagogi</w:t>
            </w:r>
            <w:r w:rsidRPr="00EB1209">
              <w:rPr>
                <w:rFonts w:ascii="Corbel" w:hAnsi="Corbel"/>
                <w:b w:val="0"/>
                <w:smallCaps w:val="0"/>
                <w:szCs w:val="24"/>
              </w:rPr>
              <w:t>ki</w:t>
            </w:r>
            <w:r w:rsidR="008F06FE" w:rsidRPr="00EB1209">
              <w:rPr>
                <w:rFonts w:ascii="Corbel" w:hAnsi="Corbel"/>
                <w:b w:val="0"/>
                <w:smallCaps w:val="0"/>
                <w:szCs w:val="24"/>
              </w:rPr>
              <w:t xml:space="preserve"> w różnorodnych obszarach posługując się</w:t>
            </w:r>
            <w:r w:rsidRPr="00EB1209">
              <w:rPr>
                <w:rFonts w:ascii="Corbel" w:hAnsi="Corbel"/>
                <w:b w:val="0"/>
                <w:smallCaps w:val="0"/>
                <w:szCs w:val="24"/>
              </w:rPr>
              <w:t xml:space="preserve"> specjalistyczną</w:t>
            </w:r>
            <w:r w:rsidR="008F06FE" w:rsidRPr="00EB1209">
              <w:rPr>
                <w:rFonts w:ascii="Corbel" w:hAnsi="Corbel"/>
                <w:b w:val="0"/>
                <w:smallCaps w:val="0"/>
                <w:szCs w:val="24"/>
              </w:rPr>
              <w:t xml:space="preserve"> terminologią pedagogiczną</w:t>
            </w:r>
            <w:r w:rsidRPr="00EB1209">
              <w:rPr>
                <w:rFonts w:ascii="Corbel" w:hAnsi="Corbel"/>
                <w:b w:val="0"/>
                <w:smallCaps w:val="0"/>
                <w:szCs w:val="24"/>
              </w:rPr>
              <w:t>, kierując się zasadami etycznymi,</w:t>
            </w:r>
            <w:r w:rsidR="008F06FE" w:rsidRPr="00EB1209">
              <w:rPr>
                <w:rFonts w:ascii="Corbel" w:hAnsi="Corbel"/>
                <w:b w:val="0"/>
                <w:smallCaps w:val="0"/>
                <w:szCs w:val="24"/>
              </w:rPr>
              <w:t xml:space="preserve"> w języku angielskim na poziomie B2</w:t>
            </w:r>
            <w:r w:rsidRPr="00EB1209">
              <w:rPr>
                <w:rFonts w:ascii="Corbel" w:hAnsi="Corbel"/>
                <w:b w:val="0"/>
                <w:smallCaps w:val="0"/>
                <w:szCs w:val="24"/>
              </w:rPr>
              <w:t>+</w:t>
            </w:r>
            <w:r w:rsidR="008F06FE" w:rsidRPr="00EB1209">
              <w:rPr>
                <w:rFonts w:ascii="Corbel" w:hAnsi="Corbel"/>
                <w:b w:val="0"/>
                <w:smallCaps w:val="0"/>
                <w:szCs w:val="24"/>
              </w:rPr>
              <w:t xml:space="preserve"> Europejskiego Systemu Opisu Kształcenia Językowego.  </w:t>
            </w:r>
          </w:p>
          <w:p w14:paraId="3BB5DE1A" w14:textId="4CED7ECC" w:rsidR="00641FD3" w:rsidRPr="00EB1209" w:rsidRDefault="00641FD3" w:rsidP="00620D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4B16534D" w14:textId="2A221135" w:rsidR="0085747A" w:rsidRPr="00EB1209" w:rsidRDefault="000A4E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209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5747A" w:rsidRPr="00EB1209" w14:paraId="54389C0A" w14:textId="77777777" w:rsidTr="000A4E07">
        <w:tc>
          <w:tcPr>
            <w:tcW w:w="1681" w:type="dxa"/>
          </w:tcPr>
          <w:p w14:paraId="6FA4B26E" w14:textId="77777777" w:rsidR="0085747A" w:rsidRPr="00EB120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20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96AB3C2" w14:textId="76D7D96E" w:rsidR="00F84360" w:rsidRPr="00EB1209" w:rsidRDefault="00E00BFB" w:rsidP="004865E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1209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F84360" w:rsidRPr="00EB1209">
              <w:rPr>
                <w:rFonts w:ascii="Corbel" w:hAnsi="Corbel"/>
                <w:b w:val="0"/>
                <w:smallCaps w:val="0"/>
                <w:szCs w:val="24"/>
              </w:rPr>
              <w:t xml:space="preserve">okona krytycznej oceny posiadanej wiedzy </w:t>
            </w:r>
          </w:p>
          <w:p w14:paraId="68CD94B6" w14:textId="206926DE" w:rsidR="00641FD3" w:rsidRPr="00EB1209" w:rsidRDefault="00F84360" w:rsidP="004865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1209">
              <w:rPr>
                <w:rFonts w:ascii="Corbel" w:hAnsi="Corbel"/>
                <w:b w:val="0"/>
                <w:smallCaps w:val="0"/>
                <w:szCs w:val="24"/>
              </w:rPr>
              <w:t>i umiejętności</w:t>
            </w:r>
            <w:r w:rsidR="004865E1" w:rsidRPr="00EB1209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Pr="00EB1209">
              <w:rPr>
                <w:rFonts w:ascii="Corbel" w:hAnsi="Corbel"/>
                <w:b w:val="0"/>
                <w:smallCaps w:val="0"/>
                <w:szCs w:val="24"/>
              </w:rPr>
              <w:t xml:space="preserve"> wykaże się motywacją do samokształcenia i samorozwoju w zakresie języka angielskiego specjalistycznego.</w:t>
            </w:r>
          </w:p>
          <w:p w14:paraId="1C5E0D5D" w14:textId="49554F3C" w:rsidR="00F84360" w:rsidRPr="00EB1209" w:rsidRDefault="00F84360" w:rsidP="00F843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5F3375BC" w14:textId="3FA218C9" w:rsidR="0085747A" w:rsidRPr="00EB1209" w:rsidRDefault="000A4E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209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7D2BAF4D" w14:textId="77777777" w:rsidR="0085747A" w:rsidRPr="00EB120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F115C3" w14:textId="77777777" w:rsidR="0085747A" w:rsidRPr="00EB120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B1209">
        <w:rPr>
          <w:rFonts w:ascii="Corbel" w:hAnsi="Corbel"/>
          <w:b/>
          <w:sz w:val="24"/>
          <w:szCs w:val="24"/>
        </w:rPr>
        <w:t>3.3</w:t>
      </w:r>
      <w:r w:rsidR="001D7B54" w:rsidRPr="00EB1209">
        <w:rPr>
          <w:rFonts w:ascii="Corbel" w:hAnsi="Corbel"/>
          <w:b/>
          <w:sz w:val="24"/>
          <w:szCs w:val="24"/>
        </w:rPr>
        <w:t xml:space="preserve"> </w:t>
      </w:r>
      <w:r w:rsidR="0085747A" w:rsidRPr="00EB1209">
        <w:rPr>
          <w:rFonts w:ascii="Corbel" w:hAnsi="Corbel"/>
          <w:b/>
          <w:sz w:val="24"/>
          <w:szCs w:val="24"/>
        </w:rPr>
        <w:t>T</w:t>
      </w:r>
      <w:r w:rsidR="001D7B54" w:rsidRPr="00EB120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B1209">
        <w:rPr>
          <w:rFonts w:ascii="Corbel" w:hAnsi="Corbel"/>
          <w:sz w:val="24"/>
          <w:szCs w:val="24"/>
        </w:rPr>
        <w:t xml:space="preserve">  </w:t>
      </w:r>
    </w:p>
    <w:p w14:paraId="2EDC85D3" w14:textId="77777777" w:rsidR="0085747A" w:rsidRPr="00EB120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B1209">
        <w:rPr>
          <w:rFonts w:ascii="Corbel" w:hAnsi="Corbel"/>
          <w:sz w:val="24"/>
          <w:szCs w:val="24"/>
        </w:rPr>
        <w:t xml:space="preserve">Problematyka wykładu </w:t>
      </w:r>
    </w:p>
    <w:p w14:paraId="5D06BB07" w14:textId="77777777" w:rsidR="00675843" w:rsidRPr="00EB120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B1209" w14:paraId="0AD6F1E9" w14:textId="77777777" w:rsidTr="00923D7D">
        <w:tc>
          <w:tcPr>
            <w:tcW w:w="9639" w:type="dxa"/>
          </w:tcPr>
          <w:p w14:paraId="6641F167" w14:textId="77777777" w:rsidR="0085747A" w:rsidRPr="00EB120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B1209" w14:paraId="0D6E225A" w14:textId="77777777" w:rsidTr="00923D7D">
        <w:tc>
          <w:tcPr>
            <w:tcW w:w="9639" w:type="dxa"/>
          </w:tcPr>
          <w:p w14:paraId="730B23ED" w14:textId="77777777" w:rsidR="0085747A" w:rsidRPr="00EB120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EB1209" w14:paraId="1109F77C" w14:textId="77777777" w:rsidTr="00923D7D">
        <w:tc>
          <w:tcPr>
            <w:tcW w:w="9639" w:type="dxa"/>
          </w:tcPr>
          <w:p w14:paraId="552895DC" w14:textId="77777777" w:rsidR="0085747A" w:rsidRPr="00EB120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EB1209" w14:paraId="20AF2E18" w14:textId="77777777" w:rsidTr="00923D7D">
        <w:tc>
          <w:tcPr>
            <w:tcW w:w="9639" w:type="dxa"/>
          </w:tcPr>
          <w:p w14:paraId="46680C5D" w14:textId="77777777" w:rsidR="0085747A" w:rsidRPr="00EB120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B880E2E" w14:textId="77777777" w:rsidR="0085747A" w:rsidRPr="00EB120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4F525" w14:textId="77777777" w:rsidR="0085747A" w:rsidRPr="00EB120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B120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B1209">
        <w:rPr>
          <w:rFonts w:ascii="Corbel" w:hAnsi="Corbel"/>
          <w:sz w:val="24"/>
          <w:szCs w:val="24"/>
        </w:rPr>
        <w:t xml:space="preserve">, </w:t>
      </w:r>
      <w:r w:rsidRPr="00EB1209">
        <w:rPr>
          <w:rFonts w:ascii="Corbel" w:hAnsi="Corbel"/>
          <w:sz w:val="24"/>
          <w:szCs w:val="24"/>
        </w:rPr>
        <w:t xml:space="preserve">zajęć praktycznych </w:t>
      </w:r>
    </w:p>
    <w:p w14:paraId="468D5ECA" w14:textId="77777777" w:rsidR="0085747A" w:rsidRPr="00EB120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B1209" w14:paraId="4393A657" w14:textId="77777777" w:rsidTr="00B80F4C">
        <w:tc>
          <w:tcPr>
            <w:tcW w:w="9520" w:type="dxa"/>
          </w:tcPr>
          <w:p w14:paraId="387A36C3" w14:textId="77777777" w:rsidR="0085747A" w:rsidRPr="00EB120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6144" w:rsidRPr="00EB1209" w14:paraId="7E7B4C73" w14:textId="77777777" w:rsidTr="00B80F4C">
        <w:tc>
          <w:tcPr>
            <w:tcW w:w="9520" w:type="dxa"/>
          </w:tcPr>
          <w:p w14:paraId="5A551CE6" w14:textId="77777777" w:rsidR="00FC6A05" w:rsidRPr="00EB1209" w:rsidRDefault="008D614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>Problemy współczesnych społeczeństw.</w:t>
            </w:r>
            <w:r w:rsidR="00FC6A05" w:rsidRPr="00EB1209">
              <w:rPr>
                <w:rFonts w:ascii="Corbel" w:hAnsi="Corbel"/>
                <w:sz w:val="24"/>
                <w:szCs w:val="24"/>
              </w:rPr>
              <w:t xml:space="preserve"> Projekty grupowe studentów (np. </w:t>
            </w:r>
            <w:r w:rsidR="00FC6A05" w:rsidRPr="00EB1209">
              <w:rPr>
                <w:rFonts w:ascii="Corbel" w:hAnsi="Corbel"/>
                <w:i/>
                <w:iCs/>
                <w:sz w:val="24"/>
                <w:szCs w:val="24"/>
              </w:rPr>
              <w:t>Przestępczość, Uzależnienia, Choroby cywilizacyjne</w:t>
            </w:r>
            <w:r w:rsidR="00FC6A05" w:rsidRPr="00EB1209">
              <w:rPr>
                <w:rFonts w:ascii="Corbel" w:hAnsi="Corbel"/>
                <w:sz w:val="24"/>
                <w:szCs w:val="24"/>
              </w:rPr>
              <w:t xml:space="preserve">).  </w:t>
            </w:r>
          </w:p>
          <w:p w14:paraId="58B3A2D9" w14:textId="5AFA95E3" w:rsidR="008D6144" w:rsidRPr="00EB1209" w:rsidRDefault="008D614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EB1209" w14:paraId="620975D4" w14:textId="77777777" w:rsidTr="00B80F4C">
        <w:tc>
          <w:tcPr>
            <w:tcW w:w="9520" w:type="dxa"/>
          </w:tcPr>
          <w:p w14:paraId="0E06D971" w14:textId="77777777" w:rsidR="0085747A" w:rsidRPr="00EB1209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>Udział studentów w życiu społecznym ze szczególnym uwzględnieniem wolontariatu</w:t>
            </w:r>
            <w:r w:rsidR="00FC6A05" w:rsidRPr="00EB1209">
              <w:rPr>
                <w:rFonts w:ascii="Corbel" w:hAnsi="Corbel"/>
                <w:sz w:val="24"/>
                <w:szCs w:val="24"/>
              </w:rPr>
              <w:t>. Relacjonowanie, argumentowanie, dyskusja.</w:t>
            </w:r>
          </w:p>
          <w:p w14:paraId="0A5E6305" w14:textId="0042641A" w:rsidR="00FC6A05" w:rsidRPr="00EB1209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EB1209" w14:paraId="5E0313EC" w14:textId="77777777" w:rsidTr="00B80F4C">
        <w:tc>
          <w:tcPr>
            <w:tcW w:w="9520" w:type="dxa"/>
          </w:tcPr>
          <w:p w14:paraId="2F9ECAF2" w14:textId="77B3CFBC" w:rsidR="0085747A" w:rsidRPr="00EB1209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>Charakterystyka wybranych zjawisk społecznych</w:t>
            </w:r>
            <w:r w:rsidR="00FC6A05" w:rsidRPr="00EB1209">
              <w:rPr>
                <w:rFonts w:ascii="Corbel" w:hAnsi="Corbel"/>
                <w:sz w:val="24"/>
                <w:szCs w:val="24"/>
              </w:rPr>
              <w:t xml:space="preserve"> w odniesieniu do kierunku studiów</w:t>
            </w:r>
            <w:r w:rsidRPr="00EB1209">
              <w:rPr>
                <w:rFonts w:ascii="Corbel" w:hAnsi="Corbel"/>
                <w:sz w:val="24"/>
                <w:szCs w:val="24"/>
              </w:rPr>
              <w:t>.</w:t>
            </w:r>
            <w:r w:rsidR="00FC6A05" w:rsidRPr="00EB1209">
              <w:rPr>
                <w:rFonts w:ascii="Corbel" w:hAnsi="Corbel"/>
                <w:sz w:val="24"/>
                <w:szCs w:val="24"/>
              </w:rPr>
              <w:t xml:space="preserve"> Praca </w:t>
            </w:r>
            <w:r w:rsidR="00B86330" w:rsidRPr="00EB1209">
              <w:rPr>
                <w:rFonts w:ascii="Corbel" w:hAnsi="Corbel"/>
                <w:sz w:val="24"/>
                <w:szCs w:val="24"/>
              </w:rPr>
              <w:br/>
            </w:r>
            <w:r w:rsidR="00FC6A05" w:rsidRPr="00EB1209">
              <w:rPr>
                <w:rFonts w:ascii="Corbel" w:hAnsi="Corbel"/>
                <w:sz w:val="24"/>
                <w:szCs w:val="24"/>
              </w:rPr>
              <w:t>z tekstem oryginalnym; przygotowanie do prezentacji multimedialnej (przykłady poprawnego wykonania prezentacji ze strony e-dydaktyka).</w:t>
            </w:r>
          </w:p>
          <w:p w14:paraId="1FFA3D01" w14:textId="021D0D95" w:rsidR="0041541E" w:rsidRPr="00EB1209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EB1209" w14:paraId="18511091" w14:textId="77777777" w:rsidTr="00B80F4C">
        <w:tc>
          <w:tcPr>
            <w:tcW w:w="9520" w:type="dxa"/>
          </w:tcPr>
          <w:p w14:paraId="4CC02375" w14:textId="77777777" w:rsidR="00FC6A05" w:rsidRPr="00EB1209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>Środki masowego przekazu.</w:t>
            </w:r>
            <w:r w:rsidR="0041541E" w:rsidRPr="00EB1209">
              <w:rPr>
                <w:rFonts w:ascii="Corbel" w:hAnsi="Corbel"/>
                <w:sz w:val="24"/>
                <w:szCs w:val="24"/>
              </w:rPr>
              <w:t xml:space="preserve"> Praca z tekstem oryginalnym, dyskusja z argumentacją.</w:t>
            </w:r>
          </w:p>
          <w:p w14:paraId="1112C660" w14:textId="2D23AD67" w:rsidR="0041541E" w:rsidRPr="00EB1209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EB1209" w14:paraId="5FFE0C78" w14:textId="77777777" w:rsidTr="00B80F4C">
        <w:tc>
          <w:tcPr>
            <w:tcW w:w="9520" w:type="dxa"/>
          </w:tcPr>
          <w:p w14:paraId="51866D80" w14:textId="77777777" w:rsidR="00FC6A05" w:rsidRPr="00EB1209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>Społeczne i kulturowe oddziaływania mediów.</w:t>
            </w:r>
            <w:r w:rsidR="0041541E" w:rsidRPr="00EB1209">
              <w:rPr>
                <w:rFonts w:ascii="Corbel" w:hAnsi="Corbel"/>
                <w:sz w:val="24"/>
                <w:szCs w:val="24"/>
              </w:rPr>
              <w:t xml:space="preserve"> Przygotowanie dłuższej wypowiedzi pisemnej; projekt indywidualny studentów.</w:t>
            </w:r>
          </w:p>
          <w:p w14:paraId="1013BB1D" w14:textId="3F9851C9" w:rsidR="0041541E" w:rsidRPr="00EB1209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EB1209" w14:paraId="7BA81422" w14:textId="77777777" w:rsidTr="00B80F4C">
        <w:tc>
          <w:tcPr>
            <w:tcW w:w="9520" w:type="dxa"/>
          </w:tcPr>
          <w:p w14:paraId="3D494993" w14:textId="77777777" w:rsidR="00F0138A" w:rsidRPr="00EB1209" w:rsidRDefault="002E3D13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>E</w:t>
            </w:r>
            <w:r w:rsidR="00F0138A" w:rsidRPr="00EB1209">
              <w:rPr>
                <w:rFonts w:ascii="Corbel" w:hAnsi="Corbel"/>
                <w:sz w:val="24"/>
                <w:szCs w:val="24"/>
              </w:rPr>
              <w:t xml:space="preserve">tyka w </w:t>
            </w:r>
            <w:r w:rsidR="008C2BE4" w:rsidRPr="00EB1209">
              <w:rPr>
                <w:rFonts w:ascii="Corbel" w:hAnsi="Corbel"/>
                <w:sz w:val="24"/>
                <w:szCs w:val="24"/>
              </w:rPr>
              <w:t>miejscu pracy</w:t>
            </w:r>
            <w:r w:rsidRPr="00EB1209">
              <w:rPr>
                <w:rFonts w:ascii="Corbel" w:hAnsi="Corbel"/>
                <w:sz w:val="24"/>
                <w:szCs w:val="24"/>
              </w:rPr>
              <w:t>.</w:t>
            </w:r>
            <w:r w:rsidR="0041541E" w:rsidRPr="00EB1209">
              <w:rPr>
                <w:rFonts w:ascii="Corbel" w:hAnsi="Corbel"/>
                <w:sz w:val="24"/>
                <w:szCs w:val="24"/>
              </w:rPr>
              <w:t xml:space="preserve"> Dyskusja z argumentacją. </w:t>
            </w:r>
          </w:p>
          <w:p w14:paraId="74264814" w14:textId="11A9E1D4" w:rsidR="0041541E" w:rsidRPr="00EB1209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EB1209" w14:paraId="62943677" w14:textId="77777777" w:rsidTr="00B80F4C">
        <w:tc>
          <w:tcPr>
            <w:tcW w:w="9520" w:type="dxa"/>
          </w:tcPr>
          <w:p w14:paraId="156D001C" w14:textId="77777777" w:rsidR="00F0138A" w:rsidRPr="00EB1209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>Proces wychowawczy i kształcenie.</w:t>
            </w:r>
            <w:r w:rsidR="0041541E" w:rsidRPr="00EB1209">
              <w:rPr>
                <w:rFonts w:ascii="Corbel" w:hAnsi="Corbel"/>
                <w:sz w:val="24"/>
                <w:szCs w:val="24"/>
              </w:rPr>
              <w:t xml:space="preserve"> Naukowe źródła bibliograficzne obcojęzyczne, sporządzanie przypisów (zastosowanie w pisaniu referatów i prac dyplomowych).</w:t>
            </w:r>
          </w:p>
          <w:p w14:paraId="39934A3F" w14:textId="4451E939" w:rsidR="0041541E" w:rsidRPr="00EB1209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EB1209" w14:paraId="06415F28" w14:textId="77777777" w:rsidTr="00B80F4C">
        <w:tc>
          <w:tcPr>
            <w:tcW w:w="9520" w:type="dxa"/>
          </w:tcPr>
          <w:p w14:paraId="6F8E61FC" w14:textId="77777777" w:rsidR="00FC6A05" w:rsidRPr="00EB1209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 xml:space="preserve">Profilaktyka społeczna: cele, funkcje, struktury. </w:t>
            </w:r>
            <w:r w:rsidR="0041541E" w:rsidRPr="00EB1209">
              <w:rPr>
                <w:rFonts w:ascii="Corbel" w:hAnsi="Corbel"/>
                <w:sz w:val="24"/>
                <w:szCs w:val="24"/>
              </w:rPr>
              <w:t xml:space="preserve">Projekty grupowe studentów. </w:t>
            </w:r>
          </w:p>
          <w:p w14:paraId="4AF0783B" w14:textId="05502B00" w:rsidR="0041541E" w:rsidRPr="00EB1209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EB1209" w14:paraId="4D2B7956" w14:textId="77777777" w:rsidTr="00B80F4C">
        <w:tc>
          <w:tcPr>
            <w:tcW w:w="9520" w:type="dxa"/>
          </w:tcPr>
          <w:p w14:paraId="03699A46" w14:textId="77777777" w:rsidR="00FC6A05" w:rsidRPr="00EB1209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 xml:space="preserve">Instytucje tworzące system profilaktyki i resocjalizacji. </w:t>
            </w:r>
            <w:r w:rsidR="0041541E" w:rsidRPr="00EB1209">
              <w:rPr>
                <w:rFonts w:ascii="Corbel" w:hAnsi="Corbel"/>
                <w:sz w:val="24"/>
                <w:szCs w:val="24"/>
              </w:rPr>
              <w:t>Praca z tekstem oryginalnym; translacja, streszczenie.</w:t>
            </w:r>
          </w:p>
          <w:p w14:paraId="0739BD9A" w14:textId="0C1E59D9" w:rsidR="0041541E" w:rsidRPr="00EB1209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516997" w:rsidRPr="00EB1209" w14:paraId="05C52E1A" w14:textId="77777777" w:rsidTr="00B80F4C">
        <w:tc>
          <w:tcPr>
            <w:tcW w:w="9520" w:type="dxa"/>
          </w:tcPr>
          <w:p w14:paraId="6154C535" w14:textId="77777777" w:rsidR="00516997" w:rsidRPr="00EB1209" w:rsidRDefault="008C2BE4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>Etapy rozwoju człowieka ze szczególnym uwzględnieniem potrzeb.</w:t>
            </w:r>
            <w:r w:rsidR="00FC6A05" w:rsidRPr="00EB1209">
              <w:rPr>
                <w:rFonts w:ascii="Corbel" w:hAnsi="Corbel"/>
                <w:sz w:val="24"/>
                <w:szCs w:val="24"/>
              </w:rPr>
              <w:t xml:space="preserve"> Praca z tekstem oryginalnym, translacja. </w:t>
            </w:r>
          </w:p>
          <w:p w14:paraId="018C7DDD" w14:textId="0A93C0B6" w:rsidR="0041541E" w:rsidRPr="00EB1209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EB1209" w14:paraId="481225AB" w14:textId="77777777" w:rsidTr="00B80F4C">
        <w:tc>
          <w:tcPr>
            <w:tcW w:w="9520" w:type="dxa"/>
          </w:tcPr>
          <w:p w14:paraId="57C70EE8" w14:textId="77777777" w:rsidR="00F0138A" w:rsidRPr="00EB1209" w:rsidRDefault="00950210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 xml:space="preserve">Pedagogika a inne nauki społeczne. </w:t>
            </w:r>
            <w:r w:rsidR="00FC6A05" w:rsidRPr="00EB1209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(zastosowanie w pisaniu referatów i prac dyplomowych).</w:t>
            </w:r>
          </w:p>
          <w:p w14:paraId="21B8C2B4" w14:textId="6E2D37EA" w:rsidR="0041541E" w:rsidRPr="00EB1209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EB1209" w14:paraId="34C35688" w14:textId="77777777" w:rsidTr="00B80F4C">
        <w:tc>
          <w:tcPr>
            <w:tcW w:w="9520" w:type="dxa"/>
          </w:tcPr>
          <w:p w14:paraId="725CD390" w14:textId="31D2991F" w:rsidR="00FC6A05" w:rsidRPr="00EB1209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 xml:space="preserve">Praca opiekuńczo-wychowawcza. Planowanie działań opiekuńczo-wychowawczych. </w:t>
            </w:r>
            <w:r w:rsidR="00AC6C1D" w:rsidRPr="00EB1209">
              <w:rPr>
                <w:rFonts w:ascii="Corbel" w:hAnsi="Corbel"/>
                <w:sz w:val="24"/>
                <w:szCs w:val="24"/>
              </w:rPr>
              <w:t xml:space="preserve">Praca </w:t>
            </w:r>
            <w:r w:rsidR="00F232E9" w:rsidRPr="00EB1209">
              <w:rPr>
                <w:rFonts w:ascii="Corbel" w:hAnsi="Corbel"/>
                <w:sz w:val="24"/>
                <w:szCs w:val="24"/>
              </w:rPr>
              <w:br/>
            </w:r>
            <w:r w:rsidR="00AC6C1D" w:rsidRPr="00EB1209">
              <w:rPr>
                <w:rFonts w:ascii="Corbel" w:hAnsi="Corbel"/>
                <w:sz w:val="24"/>
                <w:szCs w:val="24"/>
              </w:rPr>
              <w:t>z tekstem oryginalnym i dyskusja.</w:t>
            </w:r>
          </w:p>
          <w:p w14:paraId="10660465" w14:textId="4597F9F4" w:rsidR="0041541E" w:rsidRPr="00EB1209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EB1209" w14:paraId="1EA034E6" w14:textId="77777777" w:rsidTr="00B80F4C">
        <w:tc>
          <w:tcPr>
            <w:tcW w:w="9520" w:type="dxa"/>
          </w:tcPr>
          <w:p w14:paraId="142AB615" w14:textId="77777777" w:rsidR="00FC6A05" w:rsidRPr="00EB1209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>Rozwój zawodowy. Praca z tekstem oryginalnym; translacja, streszczenie.</w:t>
            </w:r>
          </w:p>
          <w:p w14:paraId="7FDB6435" w14:textId="3A66C89B" w:rsidR="0041541E" w:rsidRPr="00EB1209" w:rsidRDefault="0041541E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EB1209" w14:paraId="3F8E7F3F" w14:textId="77777777" w:rsidTr="00B80F4C">
        <w:tc>
          <w:tcPr>
            <w:tcW w:w="9520" w:type="dxa"/>
          </w:tcPr>
          <w:p w14:paraId="26BD2A1B" w14:textId="77777777" w:rsidR="00FC6A05" w:rsidRPr="00EB1209" w:rsidRDefault="00FC6A05" w:rsidP="00B86330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>Asystent rodziny, pedagog szkolny i wychowawca świetlicy.  Projekty grupowe studentów. Przygotowanie do projektu zaliczeniowego.</w:t>
            </w:r>
            <w:r w:rsidRPr="00EB1209">
              <w:rPr>
                <w:rFonts w:ascii="Corbel" w:hAnsi="Corbel"/>
                <w:sz w:val="24"/>
                <w:szCs w:val="24"/>
              </w:rPr>
              <w:tab/>
            </w:r>
          </w:p>
          <w:p w14:paraId="79B212F7" w14:textId="03DD44F9" w:rsidR="00FC6A05" w:rsidRPr="00EB1209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C6A05" w:rsidRPr="00EB1209" w14:paraId="6D0690A1" w14:textId="77777777" w:rsidTr="00B80F4C">
        <w:tc>
          <w:tcPr>
            <w:tcW w:w="9520" w:type="dxa"/>
          </w:tcPr>
          <w:p w14:paraId="2FE765D4" w14:textId="77777777" w:rsidR="00FC6A05" w:rsidRPr="00EB1209" w:rsidRDefault="00FC6A05" w:rsidP="00B86330">
            <w:pPr>
              <w:pStyle w:val="Akapitzlist"/>
              <w:tabs>
                <w:tab w:val="left" w:pos="160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lastRenderedPageBreak/>
              <w:t>Badania pedagogiczne i techniki badawcze. Sporządzanie notatek, przygotowanie dłuższej wypowiedzi pisemnej.</w:t>
            </w:r>
          </w:p>
          <w:p w14:paraId="0E4E4DAD" w14:textId="77777777" w:rsidR="00FC6A05" w:rsidRPr="00EB1209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EB1209" w14:paraId="65577C03" w14:textId="77777777" w:rsidTr="00B80F4C">
        <w:tc>
          <w:tcPr>
            <w:tcW w:w="9520" w:type="dxa"/>
          </w:tcPr>
          <w:p w14:paraId="74397398" w14:textId="77777777" w:rsidR="00FC6A05" w:rsidRPr="00EB1209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>Język akademicki – wygłaszanie prezentacji, przygotowanie tekstu pisanego. Praca z tekstem oryginalnym.</w:t>
            </w:r>
          </w:p>
          <w:p w14:paraId="4035A714" w14:textId="1A276424" w:rsidR="00F0138A" w:rsidRPr="00EB1209" w:rsidRDefault="00F0138A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B80F4C" w:rsidRPr="00EB1209" w14:paraId="5A5A538D" w14:textId="77777777" w:rsidTr="00B80F4C">
        <w:tc>
          <w:tcPr>
            <w:tcW w:w="9520" w:type="dxa"/>
          </w:tcPr>
          <w:p w14:paraId="3BD88D36" w14:textId="77777777" w:rsidR="00B80F4C" w:rsidRPr="00EB1209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>Rozmowa o pracę – jak się przygotować, opracowywanie pytań i odpowiedzi, rozmowa kwalifikacyjna.</w:t>
            </w:r>
          </w:p>
          <w:p w14:paraId="13CDD468" w14:textId="37867238" w:rsidR="00FC6A05" w:rsidRPr="00EB1209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EB1209" w14:paraId="7227123A" w14:textId="77777777" w:rsidTr="00B80F4C">
        <w:tc>
          <w:tcPr>
            <w:tcW w:w="9520" w:type="dxa"/>
          </w:tcPr>
          <w:p w14:paraId="249067F7" w14:textId="77777777" w:rsidR="00F0138A" w:rsidRPr="00EB1209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>Szukanie źródeł bibliograficznych. Praca z tekstem naukowym. Przygotowanie bibliografii.</w:t>
            </w:r>
          </w:p>
          <w:p w14:paraId="158388E2" w14:textId="18CDA71B" w:rsidR="00FC6A05" w:rsidRPr="00EB1209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EB1209" w14:paraId="65FDAE12" w14:textId="77777777" w:rsidTr="00B80F4C">
        <w:tc>
          <w:tcPr>
            <w:tcW w:w="9520" w:type="dxa"/>
          </w:tcPr>
          <w:p w14:paraId="714B9717" w14:textId="77777777" w:rsidR="00F0138A" w:rsidRPr="00EB1209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>Przygotowanie prezentacji indywidulanej / referatu. Wymagania dotyczące prezentacji multimedialnych – omówienie.</w:t>
            </w:r>
          </w:p>
          <w:p w14:paraId="0E9ADC2F" w14:textId="7934952B" w:rsidR="00FC6A05" w:rsidRPr="00EB1209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0138A" w:rsidRPr="00EB1209" w14:paraId="4A9971E2" w14:textId="77777777" w:rsidTr="00B80F4C">
        <w:tc>
          <w:tcPr>
            <w:tcW w:w="9520" w:type="dxa"/>
          </w:tcPr>
          <w:p w14:paraId="224987B4" w14:textId="77777777" w:rsidR="00FC6A05" w:rsidRPr="00EB1209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 xml:space="preserve">Przygotowanie prac pisemnych (streszczenie, artykuł, rozprawka, list intencyjny, list motywacyjny). </w:t>
            </w:r>
          </w:p>
          <w:p w14:paraId="7009FF70" w14:textId="07F021B3" w:rsidR="00F0138A" w:rsidRPr="00EB1209" w:rsidRDefault="00F0138A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370E17" w:rsidRPr="00EB1209" w14:paraId="7F7B7F3C" w14:textId="77777777" w:rsidTr="00B80F4C">
        <w:tc>
          <w:tcPr>
            <w:tcW w:w="9520" w:type="dxa"/>
          </w:tcPr>
          <w:p w14:paraId="3F8D2186" w14:textId="77777777" w:rsidR="00FC6A05" w:rsidRPr="00EB1209" w:rsidRDefault="00FC6A05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>Przygotowanie materiału koniecznego do opracowania pracy dyplomowej. Przygotowanie bibliografii i przypisów do źródeł obcojęzycznych jako elementu opracowania pracy dyplomowej.</w:t>
            </w:r>
          </w:p>
          <w:p w14:paraId="72C80BD9" w14:textId="79A4BA54" w:rsidR="00370E17" w:rsidRPr="00EB1209" w:rsidRDefault="00370E17" w:rsidP="00B863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720264B" w14:textId="77777777" w:rsidR="0085747A" w:rsidRPr="00EB120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9D1C0" w14:textId="77777777" w:rsidR="0085747A" w:rsidRPr="00EB120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B1209">
        <w:rPr>
          <w:rFonts w:ascii="Corbel" w:hAnsi="Corbel"/>
          <w:smallCaps w:val="0"/>
          <w:szCs w:val="24"/>
        </w:rPr>
        <w:t>3.4 Metody dydaktyczne</w:t>
      </w:r>
      <w:r w:rsidRPr="00EB1209">
        <w:rPr>
          <w:rFonts w:ascii="Corbel" w:hAnsi="Corbel"/>
          <w:b w:val="0"/>
          <w:smallCaps w:val="0"/>
          <w:szCs w:val="24"/>
        </w:rPr>
        <w:t xml:space="preserve"> </w:t>
      </w:r>
    </w:p>
    <w:p w14:paraId="61A0B007" w14:textId="77777777" w:rsidR="0085747A" w:rsidRPr="00EB120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B229C" w14:textId="23021B87" w:rsidR="00153C41" w:rsidRPr="00EB1209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EB1209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EB1209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3032AB" w:rsidRPr="00EB1209">
        <w:rPr>
          <w:rFonts w:ascii="Corbel" w:hAnsi="Corbel"/>
          <w:b w:val="0"/>
          <w:iCs/>
          <w:smallCaps w:val="0"/>
          <w:szCs w:val="24"/>
        </w:rPr>
        <w:t xml:space="preserve">i interpretacja </w:t>
      </w:r>
      <w:r w:rsidR="00923D7D" w:rsidRPr="00EB1209">
        <w:rPr>
          <w:rFonts w:ascii="Corbel" w:hAnsi="Corbel"/>
          <w:b w:val="0"/>
          <w:iCs/>
          <w:smallCaps w:val="0"/>
          <w:szCs w:val="24"/>
        </w:rPr>
        <w:t>tekstów</w:t>
      </w:r>
      <w:r w:rsidR="003032AB" w:rsidRPr="00EB1209">
        <w:rPr>
          <w:rFonts w:ascii="Corbel" w:hAnsi="Corbel"/>
          <w:b w:val="0"/>
          <w:iCs/>
          <w:smallCaps w:val="0"/>
          <w:szCs w:val="24"/>
        </w:rPr>
        <w:t xml:space="preserve"> (słuchanych i pisanych)</w:t>
      </w:r>
      <w:r w:rsidR="00923D7D" w:rsidRPr="00EB1209">
        <w:rPr>
          <w:rFonts w:ascii="Corbel" w:hAnsi="Corbel"/>
          <w:b w:val="0"/>
          <w:iCs/>
          <w:smallCaps w:val="0"/>
          <w:szCs w:val="24"/>
        </w:rPr>
        <w:t xml:space="preserve"> z dyskusją,</w:t>
      </w:r>
      <w:r w:rsidR="0085747A" w:rsidRPr="00EB1209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3032AB" w:rsidRPr="00EB1209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1718A7" w:rsidRPr="00EB1209">
        <w:rPr>
          <w:rFonts w:ascii="Corbel" w:hAnsi="Corbel"/>
          <w:b w:val="0"/>
          <w:iCs/>
          <w:smallCaps w:val="0"/>
          <w:szCs w:val="24"/>
        </w:rPr>
        <w:t>praca w </w:t>
      </w:r>
      <w:r w:rsidR="003032AB" w:rsidRPr="00EB1209">
        <w:rPr>
          <w:rFonts w:ascii="Corbel" w:hAnsi="Corbel"/>
          <w:b w:val="0"/>
          <w:iCs/>
          <w:smallCaps w:val="0"/>
          <w:szCs w:val="24"/>
        </w:rPr>
        <w:t xml:space="preserve">parach i </w:t>
      </w:r>
      <w:r w:rsidR="0085747A" w:rsidRPr="00EB1209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EB1209">
        <w:rPr>
          <w:rFonts w:ascii="Corbel" w:hAnsi="Corbel"/>
          <w:b w:val="0"/>
          <w:iCs/>
          <w:smallCaps w:val="0"/>
          <w:szCs w:val="24"/>
        </w:rPr>
        <w:t xml:space="preserve"> (</w:t>
      </w:r>
      <w:r w:rsidR="0085747A" w:rsidRPr="00EB1209">
        <w:rPr>
          <w:rFonts w:ascii="Corbel" w:hAnsi="Corbel"/>
          <w:b w:val="0"/>
          <w:iCs/>
          <w:smallCaps w:val="0"/>
          <w:szCs w:val="24"/>
        </w:rPr>
        <w:t>rozwiązywanie zadań</w:t>
      </w:r>
      <w:r w:rsidR="0071620A" w:rsidRPr="00EB1209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EB1209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="0071620A" w:rsidRPr="00EB1209">
        <w:rPr>
          <w:rFonts w:ascii="Corbel" w:hAnsi="Corbel"/>
          <w:b w:val="0"/>
          <w:iCs/>
          <w:smallCaps w:val="0"/>
          <w:szCs w:val="24"/>
        </w:rPr>
        <w:t>),</w:t>
      </w:r>
      <w:r w:rsidR="003032AB" w:rsidRPr="00EB1209">
        <w:rPr>
          <w:rFonts w:ascii="Corbel" w:hAnsi="Corbel"/>
          <w:b w:val="0"/>
          <w:iCs/>
          <w:smallCaps w:val="0"/>
          <w:szCs w:val="24"/>
        </w:rPr>
        <w:t xml:space="preserve"> rozwiązywanie zadań i testów, prezentacja multimedialna, </w:t>
      </w:r>
      <w:r w:rsidR="001718A7" w:rsidRPr="00EB1209">
        <w:rPr>
          <w:rFonts w:ascii="Corbel" w:hAnsi="Corbel"/>
          <w:b w:val="0"/>
          <w:iCs/>
          <w:smallCaps w:val="0"/>
          <w:szCs w:val="24"/>
        </w:rPr>
        <w:t xml:space="preserve">gry dydaktyczne, </w:t>
      </w:r>
      <w:r w:rsidR="00370E17" w:rsidRPr="00EB1209">
        <w:rPr>
          <w:rFonts w:ascii="Corbel" w:hAnsi="Corbel"/>
          <w:b w:val="0"/>
          <w:iCs/>
          <w:smallCaps w:val="0"/>
          <w:szCs w:val="24"/>
        </w:rPr>
        <w:t xml:space="preserve">ćwiczenia translacyjne, </w:t>
      </w:r>
      <w:r w:rsidR="0085747A" w:rsidRPr="00EB1209">
        <w:rPr>
          <w:rFonts w:ascii="Corbel" w:hAnsi="Corbel"/>
          <w:b w:val="0"/>
          <w:iCs/>
          <w:smallCaps w:val="0"/>
          <w:szCs w:val="24"/>
        </w:rPr>
        <w:t xml:space="preserve">metody kształcenia na odległość </w:t>
      </w:r>
    </w:p>
    <w:p w14:paraId="2D5D7354" w14:textId="77777777" w:rsidR="0085747A" w:rsidRPr="00EB120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DD816A" w14:textId="77777777" w:rsidR="0085747A" w:rsidRPr="00EB120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B1209">
        <w:rPr>
          <w:rFonts w:ascii="Corbel" w:hAnsi="Corbel"/>
          <w:smallCaps w:val="0"/>
          <w:szCs w:val="24"/>
        </w:rPr>
        <w:t xml:space="preserve">4. </w:t>
      </w:r>
      <w:r w:rsidR="0085747A" w:rsidRPr="00EB1209">
        <w:rPr>
          <w:rFonts w:ascii="Corbel" w:hAnsi="Corbel"/>
          <w:smallCaps w:val="0"/>
          <w:szCs w:val="24"/>
        </w:rPr>
        <w:t>METODY I KRYTERIA OCENY</w:t>
      </w:r>
      <w:r w:rsidR="009F4610" w:rsidRPr="00EB1209">
        <w:rPr>
          <w:rFonts w:ascii="Corbel" w:hAnsi="Corbel"/>
          <w:smallCaps w:val="0"/>
          <w:szCs w:val="24"/>
        </w:rPr>
        <w:t xml:space="preserve"> </w:t>
      </w:r>
    </w:p>
    <w:p w14:paraId="31BA851E" w14:textId="77777777" w:rsidR="00923D7D" w:rsidRPr="00EB120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919FEC" w14:textId="77777777" w:rsidR="0085747A" w:rsidRPr="00EB120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B120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B1209">
        <w:rPr>
          <w:rFonts w:ascii="Corbel" w:hAnsi="Corbel"/>
          <w:smallCaps w:val="0"/>
          <w:szCs w:val="24"/>
        </w:rPr>
        <w:t>uczenia się</w:t>
      </w:r>
    </w:p>
    <w:p w14:paraId="7CB0FA45" w14:textId="77777777" w:rsidR="0085747A" w:rsidRPr="00EB120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EB1209" w14:paraId="748D7280" w14:textId="77777777" w:rsidTr="00C05F44">
        <w:tc>
          <w:tcPr>
            <w:tcW w:w="1985" w:type="dxa"/>
            <w:vAlign w:val="center"/>
          </w:tcPr>
          <w:p w14:paraId="2C7E2B98" w14:textId="77777777" w:rsidR="0085747A" w:rsidRPr="00EB120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120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F5B29E0" w14:textId="77777777" w:rsidR="0085747A" w:rsidRPr="00EB1209" w:rsidRDefault="00F974D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B12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627766" w14:textId="77777777" w:rsidR="0085747A" w:rsidRPr="00EB1209" w:rsidRDefault="009F4610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12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B12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8B7C2A" w14:textId="77777777" w:rsidR="00923D7D" w:rsidRPr="00EB1209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120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27379D" w14:textId="77777777" w:rsidR="0085747A" w:rsidRPr="00EB1209" w:rsidRDefault="0085747A" w:rsidP="001E1A2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120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B120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B120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EB1209" w14:paraId="657461E1" w14:textId="77777777" w:rsidTr="00C05F44">
        <w:tc>
          <w:tcPr>
            <w:tcW w:w="1985" w:type="dxa"/>
          </w:tcPr>
          <w:p w14:paraId="716E8AFD" w14:textId="09717533" w:rsidR="0085747A" w:rsidRPr="00EB1209" w:rsidRDefault="00641FD3" w:rsidP="0037521F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>EK</w:t>
            </w:r>
            <w:r w:rsidR="0085747A" w:rsidRPr="00EB1209">
              <w:rPr>
                <w:rFonts w:ascii="Corbel" w:hAnsi="Corbel"/>
                <w:sz w:val="24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8B1FA81" w14:textId="77777777" w:rsidR="00260D28" w:rsidRPr="00EB1209" w:rsidRDefault="00260D28" w:rsidP="00260D28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B1209">
              <w:rPr>
                <w:rFonts w:ascii="Corbel" w:hAnsi="Corbel"/>
                <w:bCs/>
                <w:sz w:val="24"/>
                <w:szCs w:val="24"/>
              </w:rPr>
              <w:t xml:space="preserve">sprawdzian pisemny, praca projektowa (prezentacja, referat/lektura), wypowiedź pisemna, obserwacja </w:t>
            </w:r>
          </w:p>
          <w:p w14:paraId="38D6FABB" w14:textId="0EE41A68" w:rsidR="0085747A" w:rsidRPr="00EB1209" w:rsidRDefault="00260D28" w:rsidP="00260D28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trike/>
                <w:sz w:val="24"/>
                <w:szCs w:val="24"/>
              </w:rPr>
            </w:pPr>
            <w:r w:rsidRPr="00EB1209">
              <w:rPr>
                <w:rFonts w:ascii="Corbel" w:hAnsi="Corbel"/>
                <w:bCs/>
                <w:sz w:val="24"/>
                <w:szCs w:val="24"/>
              </w:rPr>
              <w:t>w trakcie zajęć</w:t>
            </w:r>
          </w:p>
        </w:tc>
        <w:tc>
          <w:tcPr>
            <w:tcW w:w="2126" w:type="dxa"/>
          </w:tcPr>
          <w:p w14:paraId="2A5DA44A" w14:textId="0923C96E" w:rsidR="0085747A" w:rsidRPr="00EB1209" w:rsidRDefault="003032AB" w:rsidP="0037521F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EB1209" w14:paraId="1753E627" w14:textId="77777777" w:rsidTr="00C05F44">
        <w:tc>
          <w:tcPr>
            <w:tcW w:w="1985" w:type="dxa"/>
          </w:tcPr>
          <w:p w14:paraId="3CDBDB04" w14:textId="77777777" w:rsidR="0085747A" w:rsidRPr="00EB1209" w:rsidRDefault="0085747A" w:rsidP="0037521F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528" w:type="dxa"/>
          </w:tcPr>
          <w:p w14:paraId="12A0AD25" w14:textId="77777777" w:rsidR="0085747A" w:rsidRPr="00EB1209" w:rsidRDefault="00260D28" w:rsidP="00260D28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B1209">
              <w:rPr>
                <w:rFonts w:ascii="Corbel" w:hAnsi="Corbel"/>
                <w:bCs/>
                <w:sz w:val="24"/>
                <w:szCs w:val="24"/>
              </w:rPr>
              <w:t>obserwacja w trakcie zajęć</w:t>
            </w:r>
          </w:p>
          <w:p w14:paraId="596DFFF8" w14:textId="3157DC06" w:rsidR="00CE39DA" w:rsidRPr="00EB1209" w:rsidRDefault="00CE39DA" w:rsidP="00260D28">
            <w:pPr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14:paraId="6C01ACED" w14:textId="750D064E" w:rsidR="0085747A" w:rsidRPr="00EB1209" w:rsidRDefault="003032AB" w:rsidP="0037521F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8B128EF" w14:textId="77777777" w:rsidR="00923D7D" w:rsidRPr="00EB120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C063C" w14:textId="77777777" w:rsidR="0085747A" w:rsidRPr="00EB120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B1209">
        <w:rPr>
          <w:rFonts w:ascii="Corbel" w:hAnsi="Corbel"/>
          <w:smallCaps w:val="0"/>
          <w:szCs w:val="24"/>
        </w:rPr>
        <w:t xml:space="preserve">4.2 </w:t>
      </w:r>
      <w:r w:rsidR="0085747A" w:rsidRPr="00EB120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B1209">
        <w:rPr>
          <w:rFonts w:ascii="Corbel" w:hAnsi="Corbel"/>
          <w:smallCaps w:val="0"/>
          <w:szCs w:val="24"/>
        </w:rPr>
        <w:t xml:space="preserve"> </w:t>
      </w:r>
    </w:p>
    <w:p w14:paraId="2407E21F" w14:textId="77777777" w:rsidR="00923D7D" w:rsidRPr="00EB120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B1209" w14:paraId="4D36B8DE" w14:textId="77777777" w:rsidTr="00923D7D">
        <w:tc>
          <w:tcPr>
            <w:tcW w:w="9670" w:type="dxa"/>
          </w:tcPr>
          <w:p w14:paraId="3D813214" w14:textId="77777777" w:rsidR="00260D28" w:rsidRPr="00EB1209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1209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</w:p>
          <w:p w14:paraId="206B0CFF" w14:textId="77777777" w:rsidR="00260D28" w:rsidRPr="00EB1209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1209">
              <w:rPr>
                <w:rFonts w:ascii="Corbel" w:hAnsi="Corbel"/>
                <w:b w:val="0"/>
                <w:smallCaps w:val="0"/>
                <w:szCs w:val="24"/>
              </w:rPr>
              <w:t>w szczególności zaliczenie na ocenę pozytywną</w:t>
            </w:r>
          </w:p>
          <w:p w14:paraId="45DE6369" w14:textId="77777777" w:rsidR="00260D28" w:rsidRPr="00EB1209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1209">
              <w:rPr>
                <w:rFonts w:ascii="Corbel" w:hAnsi="Corbel"/>
                <w:b w:val="0"/>
                <w:smallCaps w:val="0"/>
                <w:szCs w:val="24"/>
              </w:rPr>
              <w:t xml:space="preserve">wszystkich przewidzianych w danym semestrze prac pisemnych i uzyskanie pozytywnej oceny </w:t>
            </w:r>
          </w:p>
          <w:p w14:paraId="7F9885A3" w14:textId="77777777" w:rsidR="00260D28" w:rsidRPr="00EB1209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1209">
              <w:rPr>
                <w:rFonts w:ascii="Corbel" w:hAnsi="Corbel"/>
                <w:b w:val="0"/>
                <w:smallCaps w:val="0"/>
                <w:szCs w:val="24"/>
              </w:rPr>
              <w:t xml:space="preserve">z odpowiedzi ustnych, a także obecność na zajęciach i aktywne uczestnictwo w zajęciach. </w:t>
            </w:r>
          </w:p>
          <w:p w14:paraId="194BBDE5" w14:textId="77777777" w:rsidR="00260D28" w:rsidRPr="00EB1209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1209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09C0C174" w14:textId="77777777" w:rsidR="00260D28" w:rsidRPr="00EB1209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2CA28A7" w14:textId="77777777" w:rsidR="00260D28" w:rsidRPr="00EB1209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1209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14:paraId="60865A45" w14:textId="77777777" w:rsidR="00260D28" w:rsidRPr="00EB1209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1209">
              <w:rPr>
                <w:rFonts w:ascii="Corbel" w:hAnsi="Corbel"/>
                <w:b w:val="0"/>
                <w:smallCaps w:val="0"/>
                <w:szCs w:val="24"/>
              </w:rPr>
              <w:t>- praca projektowa (prezentacja multimedialna, przygotowanie lektury/referatu- do wyboru)</w:t>
            </w:r>
          </w:p>
          <w:p w14:paraId="1D41ED79" w14:textId="77777777" w:rsidR="00260D28" w:rsidRPr="00EB1209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1209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053FFDB9" w14:textId="77777777" w:rsidR="00260D28" w:rsidRPr="00EB1209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F54F9E" w14:textId="77777777" w:rsidR="00260D28" w:rsidRPr="00EB1209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1209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17FC16B9" w14:textId="77777777" w:rsidR="00260D28" w:rsidRPr="00EB1209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1209">
              <w:rPr>
                <w:rFonts w:ascii="Corbel" w:hAnsi="Corbel"/>
                <w:b w:val="0"/>
                <w:smallCaps w:val="0"/>
                <w:szCs w:val="24"/>
              </w:rPr>
              <w:t>- zaliczenie pisemne: sprawdzian pisemny, wypowiedź pisemna</w:t>
            </w:r>
          </w:p>
          <w:p w14:paraId="3D008523" w14:textId="77777777" w:rsidR="00260D28" w:rsidRPr="00EB1209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1209">
              <w:rPr>
                <w:rFonts w:ascii="Corbel" w:hAnsi="Corbel"/>
                <w:b w:val="0"/>
                <w:smallCaps w:val="0"/>
                <w:szCs w:val="24"/>
              </w:rPr>
              <w:t>- wykonanie pracy zaliczeniowej: praca projektowa (prezentacja, referat/lektura)</w:t>
            </w:r>
          </w:p>
          <w:p w14:paraId="58005699" w14:textId="77777777" w:rsidR="00260D28" w:rsidRPr="00EB1209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06FEFB" w14:textId="77777777" w:rsidR="00260D28" w:rsidRPr="00EB1209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1209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229AEA50" w14:textId="47709D07" w:rsidR="009848F9" w:rsidRPr="00EB1209" w:rsidRDefault="00260D28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1209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 lub lektury/referatu lektury – do wyboru; zaliczenie sprawdzianów pisemnych, wypowiedź pisemna; ustalenie oceny zaliczeniowej na podstawie ocen cząstkowych.</w:t>
            </w:r>
          </w:p>
          <w:p w14:paraId="74721C52" w14:textId="1E7769F3" w:rsidR="003032AB" w:rsidRPr="00EB1209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1209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3FDCF385" w14:textId="77777777" w:rsidR="007776A1" w:rsidRPr="00EB1209" w:rsidRDefault="007776A1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B56BA6" w14:textId="77777777" w:rsidR="003032AB" w:rsidRPr="00EB1209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1209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42EFB4DE" w14:textId="77777777" w:rsidR="003032AB" w:rsidRPr="00EB1209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1209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0FA8244" w14:textId="77777777" w:rsidR="003032AB" w:rsidRPr="00EB1209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1209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25642779" w14:textId="77777777" w:rsidR="003032AB" w:rsidRPr="00EB1209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1209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0E4B0C5A" w14:textId="77777777" w:rsidR="003032AB" w:rsidRPr="00EB1209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1209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70258AEF" w14:textId="77777777" w:rsidR="003032AB" w:rsidRPr="00EB1209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1209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2FE43CEE" w14:textId="77777777" w:rsidR="00E066F7" w:rsidRPr="00EB1209" w:rsidRDefault="00E066F7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4FD7CA" w14:textId="1A770F62" w:rsidR="003032AB" w:rsidRPr="00EB1209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1209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6495E2D0" w14:textId="77777777" w:rsidR="007776A1" w:rsidRPr="00EB1209" w:rsidRDefault="007776A1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164442" w14:textId="77777777" w:rsidR="003032AB" w:rsidRPr="00EB1209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1209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A4F2BB9" w14:textId="0C002C25" w:rsidR="003032AB" w:rsidRPr="00EB1209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1209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 w:rsidR="00E066F7" w:rsidRPr="00EB120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B1209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 w:rsidR="00E066F7" w:rsidRPr="00EB120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B1209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 w:rsidR="00E066F7" w:rsidRPr="00EB120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4D1BA5" w14:textId="77777777" w:rsidR="003032AB" w:rsidRPr="00EB1209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1209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4E8AE935" w14:textId="0B9C04FF" w:rsidR="003032AB" w:rsidRPr="00EB1209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1209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 w:rsidR="00E066F7" w:rsidRPr="00EB120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B1209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 w:rsidR="00E066F7" w:rsidRPr="00EB120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B1209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 w:rsidR="00E066F7" w:rsidRPr="00EB120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EB1209">
              <w:rPr>
                <w:rFonts w:ascii="Corbel" w:hAnsi="Corbel"/>
                <w:b w:val="0"/>
                <w:smallCaps w:val="0"/>
                <w:szCs w:val="24"/>
              </w:rPr>
              <w:t>ypowiedzi</w:t>
            </w:r>
            <w:r w:rsidR="00E066F7" w:rsidRPr="00EB120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21732A" w14:textId="77777777" w:rsidR="003032AB" w:rsidRPr="00EB1209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1209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4B680462" w14:textId="24953ADE" w:rsidR="003032AB" w:rsidRPr="00EB1209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1209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 w:rsidR="00E066F7" w:rsidRPr="00EB120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B1209">
              <w:rPr>
                <w:rFonts w:ascii="Corbel" w:hAnsi="Corbel"/>
                <w:b w:val="0"/>
                <w:smallCaps w:val="0"/>
                <w:szCs w:val="24"/>
              </w:rPr>
              <w:t>błędy językowe nieznacznie zakłócające komunikację, nieznaczne zakłócenia w</w:t>
            </w:r>
            <w:r w:rsidR="00E066F7" w:rsidRPr="00EB120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B1209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 w:rsidR="00E066F7" w:rsidRPr="00EB120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07CF86B" w14:textId="77777777" w:rsidR="003032AB" w:rsidRPr="00EB1209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1209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01CB5919" w14:textId="68C9E64E" w:rsidR="003032AB" w:rsidRPr="00EB1209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1209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 w:rsidR="00E066F7" w:rsidRPr="00EB120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B1209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 w:rsidR="00E066F7" w:rsidRPr="00EB120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B1209">
              <w:rPr>
                <w:rFonts w:ascii="Corbel" w:hAnsi="Corbel"/>
                <w:b w:val="0"/>
                <w:smallCaps w:val="0"/>
                <w:szCs w:val="24"/>
              </w:rPr>
              <w:t>odpowiedzi częściowo odbiegające od treści zadanego pytania, niekompletna</w:t>
            </w:r>
            <w:r w:rsidR="00E066F7" w:rsidRPr="00EB120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25BB1E" w14:textId="77777777" w:rsidR="003032AB" w:rsidRPr="00EB1209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1209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35428284" w14:textId="6CC71BB2" w:rsidR="003032AB" w:rsidRPr="00EB1209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1209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 w:rsidR="00E066F7" w:rsidRPr="00EB120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B1209">
              <w:rPr>
                <w:rFonts w:ascii="Corbel" w:hAnsi="Corbel"/>
                <w:b w:val="0"/>
                <w:smallCaps w:val="0"/>
                <w:szCs w:val="24"/>
              </w:rPr>
              <w:t>błędy językowe znacznie zakłócające komunikację i płynność wypowiedzi, niepełne</w:t>
            </w:r>
            <w:r w:rsidR="00E066F7" w:rsidRPr="00EB120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B1209">
              <w:rPr>
                <w:rFonts w:ascii="Corbel" w:hAnsi="Corbel"/>
                <w:b w:val="0"/>
                <w:smallCaps w:val="0"/>
                <w:szCs w:val="24"/>
              </w:rPr>
              <w:t>odpowiedzi na pytania, odpowiedzi częściowo odbiegające od treści zadanego</w:t>
            </w:r>
            <w:r w:rsidR="00E066F7" w:rsidRPr="00EB120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B1209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5395D460" w14:textId="77777777" w:rsidR="003032AB" w:rsidRPr="00EB1209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1209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7FC822E5" w14:textId="6B4393A4" w:rsidR="003032AB" w:rsidRPr="00EB1209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1209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 w:rsidR="00E066F7" w:rsidRPr="00EB120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B1209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 w:rsidR="00E066F7" w:rsidRPr="00EB1209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EB1209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 w:rsidR="00E066F7" w:rsidRPr="00EB120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B1209">
              <w:rPr>
                <w:rFonts w:ascii="Corbel" w:hAnsi="Corbel"/>
                <w:b w:val="0"/>
                <w:smallCaps w:val="0"/>
                <w:szCs w:val="24"/>
              </w:rPr>
              <w:t>konstrukcja wypowiedzi, bardzo uboga treść, niekomunikatywność, mylenie i</w:t>
            </w:r>
            <w:r w:rsidR="00E066F7" w:rsidRPr="00EB120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B1209">
              <w:rPr>
                <w:rFonts w:ascii="Corbel" w:hAnsi="Corbel"/>
                <w:b w:val="0"/>
                <w:smallCaps w:val="0"/>
                <w:szCs w:val="24"/>
              </w:rPr>
              <w:t>zniekształcanie podstawowych informacji</w:t>
            </w:r>
          </w:p>
          <w:p w14:paraId="4F1F971E" w14:textId="77777777" w:rsidR="00E066F7" w:rsidRPr="00EB1209" w:rsidRDefault="00E066F7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7B1FDA" w14:textId="1E758F58" w:rsidR="003032AB" w:rsidRPr="00EB1209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120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Ocenę pozytywną z przedmiotu można otrzymać wyłącznie pod warunkiem</w:t>
            </w:r>
            <w:r w:rsidR="00E066F7" w:rsidRPr="00EB120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B1209">
              <w:rPr>
                <w:rFonts w:ascii="Corbel" w:hAnsi="Corbel"/>
                <w:b w:val="0"/>
                <w:smallCaps w:val="0"/>
                <w:szCs w:val="24"/>
              </w:rPr>
              <w:t>uzyskania pozytywnej oceny za każdy z ustanowionych efektów uczenia się.</w:t>
            </w:r>
          </w:p>
          <w:p w14:paraId="418740AE" w14:textId="5581DA8A" w:rsidR="00923D7D" w:rsidRPr="00EB1209" w:rsidRDefault="003032AB" w:rsidP="00260D2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1209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  <w:p w14:paraId="7CC92FAB" w14:textId="77777777" w:rsidR="0085747A" w:rsidRPr="00EB120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5EFF54" w14:textId="77777777" w:rsidR="0085747A" w:rsidRPr="00EB120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761BD3" w14:textId="77777777" w:rsidR="009F4610" w:rsidRPr="00EB120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B1209">
        <w:rPr>
          <w:rFonts w:ascii="Corbel" w:hAnsi="Corbel"/>
          <w:b/>
          <w:sz w:val="24"/>
          <w:szCs w:val="24"/>
        </w:rPr>
        <w:t xml:space="preserve">5. </w:t>
      </w:r>
      <w:r w:rsidR="00C61DC5" w:rsidRPr="00EB120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162D1E" w14:textId="77777777" w:rsidR="0085747A" w:rsidRPr="00EB120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B1209" w14:paraId="5262C9C3" w14:textId="77777777" w:rsidTr="003E1941">
        <w:tc>
          <w:tcPr>
            <w:tcW w:w="4962" w:type="dxa"/>
            <w:vAlign w:val="center"/>
          </w:tcPr>
          <w:p w14:paraId="75CDABF7" w14:textId="77777777" w:rsidR="0085747A" w:rsidRPr="00EB120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B120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B120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B120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4B1B4A" w14:textId="77777777" w:rsidR="0085747A" w:rsidRPr="00EB120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B120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B120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B120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B120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B1209" w14:paraId="7196E746" w14:textId="77777777" w:rsidTr="00923D7D">
        <w:tc>
          <w:tcPr>
            <w:tcW w:w="4962" w:type="dxa"/>
          </w:tcPr>
          <w:p w14:paraId="32E31CA0" w14:textId="77777777" w:rsidR="0085747A" w:rsidRPr="00EB120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>G</w:t>
            </w:r>
            <w:r w:rsidR="0085747A" w:rsidRPr="00EB120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B120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B120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B120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B120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B120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B120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CDF759" w14:textId="67FF2783" w:rsidR="0085747A" w:rsidRPr="00EB1209" w:rsidRDefault="00846A1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C61DC5" w:rsidRPr="00EB1209" w14:paraId="348A1637" w14:textId="77777777" w:rsidTr="00923D7D">
        <w:tc>
          <w:tcPr>
            <w:tcW w:w="4962" w:type="dxa"/>
          </w:tcPr>
          <w:p w14:paraId="45334F62" w14:textId="77777777" w:rsidR="00C61DC5" w:rsidRPr="00EB120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B120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792C41" w14:textId="13B7050C" w:rsidR="00C61DC5" w:rsidRPr="00EB120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FA3A8A9" w14:textId="068E0235" w:rsidR="00C61DC5" w:rsidRPr="00EB1209" w:rsidRDefault="00DE1F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>4 (po dwie godz. w każdym semestrze)</w:t>
            </w:r>
          </w:p>
        </w:tc>
      </w:tr>
      <w:tr w:rsidR="00C61DC5" w:rsidRPr="00EB1209" w14:paraId="4DF89DEB" w14:textId="77777777" w:rsidTr="00923D7D">
        <w:tc>
          <w:tcPr>
            <w:tcW w:w="4962" w:type="dxa"/>
          </w:tcPr>
          <w:p w14:paraId="2D8A6640" w14:textId="3359BF53" w:rsidR="00C61DC5" w:rsidRPr="00EB1209" w:rsidRDefault="0021631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B120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B1209">
              <w:rPr>
                <w:rFonts w:ascii="Corbel" w:hAnsi="Corbel"/>
                <w:sz w:val="24"/>
                <w:szCs w:val="24"/>
              </w:rPr>
              <w:t xml:space="preserve"> – praca własna studenta (przygotowanie do zajęć, przygotowanie pracy projektowej, przygotowanie do sprawdzianów pisemnych)</w:t>
            </w:r>
          </w:p>
        </w:tc>
        <w:tc>
          <w:tcPr>
            <w:tcW w:w="4677" w:type="dxa"/>
          </w:tcPr>
          <w:p w14:paraId="318171D4" w14:textId="5452AF33" w:rsidR="00C61DC5" w:rsidRPr="00EB1209" w:rsidRDefault="00846A1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>110</w:t>
            </w:r>
          </w:p>
        </w:tc>
      </w:tr>
      <w:tr w:rsidR="0085747A" w:rsidRPr="00EB1209" w14:paraId="265A692A" w14:textId="77777777" w:rsidTr="00923D7D">
        <w:tc>
          <w:tcPr>
            <w:tcW w:w="4962" w:type="dxa"/>
          </w:tcPr>
          <w:p w14:paraId="55CF1A49" w14:textId="77777777" w:rsidR="0085747A" w:rsidRPr="00EB120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303B2A" w14:textId="1A17028F" w:rsidR="0085747A" w:rsidRPr="00EB1209" w:rsidRDefault="0059221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EB1209" w14:paraId="347123E8" w14:textId="77777777" w:rsidTr="00923D7D">
        <w:tc>
          <w:tcPr>
            <w:tcW w:w="4962" w:type="dxa"/>
          </w:tcPr>
          <w:p w14:paraId="75813EDB" w14:textId="77777777" w:rsidR="0085747A" w:rsidRPr="00EB120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B120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554626" w14:textId="5C20D63B" w:rsidR="0085747A" w:rsidRPr="00EB1209" w:rsidRDefault="00260D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1209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737B37BF" w14:textId="77777777" w:rsidR="0085747A" w:rsidRPr="00EB120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B120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B120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68AA1" w14:textId="77777777" w:rsidR="003E1941" w:rsidRPr="00EB120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D12039" w14:textId="77777777" w:rsidR="0085747A" w:rsidRPr="00EB120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B1209">
        <w:rPr>
          <w:rFonts w:ascii="Corbel" w:hAnsi="Corbel"/>
          <w:smallCaps w:val="0"/>
          <w:szCs w:val="24"/>
        </w:rPr>
        <w:t xml:space="preserve">6. </w:t>
      </w:r>
      <w:r w:rsidR="0085747A" w:rsidRPr="00EB1209">
        <w:rPr>
          <w:rFonts w:ascii="Corbel" w:hAnsi="Corbel"/>
          <w:smallCaps w:val="0"/>
          <w:szCs w:val="24"/>
        </w:rPr>
        <w:t>PRAKTYKI ZAWO</w:t>
      </w:r>
      <w:r w:rsidR="009D3F3B" w:rsidRPr="00EB1209">
        <w:rPr>
          <w:rFonts w:ascii="Corbel" w:hAnsi="Corbel"/>
          <w:smallCaps w:val="0"/>
          <w:szCs w:val="24"/>
        </w:rPr>
        <w:t>DOWE W RAMACH PRZEDMIOTU</w:t>
      </w:r>
    </w:p>
    <w:p w14:paraId="01CE0D77" w14:textId="77777777" w:rsidR="0085747A" w:rsidRPr="00EB120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EB1209" w14:paraId="2A9E1178" w14:textId="77777777" w:rsidTr="0071620A">
        <w:trPr>
          <w:trHeight w:val="397"/>
        </w:trPr>
        <w:tc>
          <w:tcPr>
            <w:tcW w:w="3544" w:type="dxa"/>
          </w:tcPr>
          <w:p w14:paraId="58E75124" w14:textId="77777777" w:rsidR="0085747A" w:rsidRPr="00EB120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20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20B3CA" w14:textId="4FCE64B4" w:rsidR="0085747A" w:rsidRPr="00EB1209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B120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EB1209" w14:paraId="5488BA8C" w14:textId="77777777" w:rsidTr="0071620A">
        <w:trPr>
          <w:trHeight w:val="397"/>
        </w:trPr>
        <w:tc>
          <w:tcPr>
            <w:tcW w:w="3544" w:type="dxa"/>
          </w:tcPr>
          <w:p w14:paraId="0D10EE35" w14:textId="77777777" w:rsidR="0085747A" w:rsidRPr="00EB120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20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8F10EA" w14:textId="3CF30CBE" w:rsidR="0085747A" w:rsidRPr="00EB1209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120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696906" w14:textId="77777777" w:rsidR="003E1941" w:rsidRPr="00EB120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ECEB1" w14:textId="77777777" w:rsidR="0085747A" w:rsidRPr="00EB120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B1209">
        <w:rPr>
          <w:rFonts w:ascii="Corbel" w:hAnsi="Corbel"/>
          <w:smallCaps w:val="0"/>
          <w:szCs w:val="24"/>
        </w:rPr>
        <w:t xml:space="preserve">7. </w:t>
      </w:r>
      <w:r w:rsidR="0085747A" w:rsidRPr="00EB1209">
        <w:rPr>
          <w:rFonts w:ascii="Corbel" w:hAnsi="Corbel"/>
          <w:smallCaps w:val="0"/>
          <w:szCs w:val="24"/>
        </w:rPr>
        <w:t>LITERATURA</w:t>
      </w:r>
      <w:r w:rsidRPr="00EB1209">
        <w:rPr>
          <w:rFonts w:ascii="Corbel" w:hAnsi="Corbel"/>
          <w:smallCaps w:val="0"/>
          <w:szCs w:val="24"/>
        </w:rPr>
        <w:t xml:space="preserve"> </w:t>
      </w:r>
    </w:p>
    <w:p w14:paraId="6E7C2906" w14:textId="77777777" w:rsidR="00675843" w:rsidRPr="00EB120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EB1209" w14:paraId="000D405A" w14:textId="77777777" w:rsidTr="0071620A">
        <w:trPr>
          <w:trHeight w:val="397"/>
        </w:trPr>
        <w:tc>
          <w:tcPr>
            <w:tcW w:w="7513" w:type="dxa"/>
          </w:tcPr>
          <w:p w14:paraId="5A01A679" w14:textId="66BD8DE1" w:rsidR="0085747A" w:rsidRPr="00EB1209" w:rsidRDefault="0085747A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EB120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EB120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EB120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podstawowa</w:t>
            </w:r>
            <w:proofErr w:type="spellEnd"/>
            <w:r w:rsidRPr="00EB120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:</w:t>
            </w:r>
          </w:p>
          <w:p w14:paraId="10F8E135" w14:textId="77777777" w:rsidR="001E1A2C" w:rsidRPr="00EB1209" w:rsidRDefault="001E1A2C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</w:p>
          <w:p w14:paraId="3F23FCA8" w14:textId="5C2BACED" w:rsidR="00260D28" w:rsidRPr="00EB1209" w:rsidRDefault="00260D28" w:rsidP="00260D2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EB1209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Oxenden</w:t>
            </w:r>
            <w:proofErr w:type="spellEnd"/>
            <w:r w:rsidRPr="00EB1209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C., Latham-Koenig Ch., Hudson J., </w:t>
            </w:r>
            <w:r w:rsidRPr="00EB120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File third edition, upper-intermediate</w:t>
            </w:r>
            <w:r w:rsidRPr="00EB1209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Oxford University Press 2014</w:t>
            </w:r>
            <w:r w:rsidR="004B06EC" w:rsidRPr="00EB1209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62A082FC" w14:textId="1295F6F0" w:rsidR="00260D28" w:rsidRPr="00EB1209" w:rsidRDefault="00260D28" w:rsidP="00260D2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EB1209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Porter D., </w:t>
            </w:r>
            <w:r w:rsidRPr="00EB120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Check Your Vocabulary for Academic English</w:t>
            </w:r>
            <w:r w:rsidRPr="00EB1209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Macmillan, Oxford 2017</w:t>
            </w:r>
            <w:r w:rsidR="004B06EC" w:rsidRPr="00EB1209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42CDE21A" w14:textId="1E2F0BD0" w:rsidR="00260D28" w:rsidRPr="00EB1209" w:rsidRDefault="00260D28" w:rsidP="00260D2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EB1209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Cullen P., </w:t>
            </w:r>
            <w:r w:rsidRPr="00EB120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Cambridge Vocabulary for IELTS</w:t>
            </w:r>
            <w:r w:rsidRPr="00EB1209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2018</w:t>
            </w:r>
            <w:r w:rsidR="004B06EC" w:rsidRPr="00EB1209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6F67D024" w14:textId="77777777" w:rsidR="00260D28" w:rsidRPr="00EB1209" w:rsidRDefault="00260D28" w:rsidP="00260D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7CA8E6F7" w14:textId="77777777" w:rsidR="00260D28" w:rsidRPr="00EB1209" w:rsidRDefault="00260D28" w:rsidP="00260D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EB1209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Własne</w:t>
            </w:r>
            <w:proofErr w:type="spellEnd"/>
            <w:r w:rsidRPr="00EB1209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EB1209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materiały</w:t>
            </w:r>
            <w:proofErr w:type="spellEnd"/>
            <w:r w:rsidRPr="00EB1209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EB1209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autorskie</w:t>
            </w:r>
            <w:proofErr w:type="spellEnd"/>
          </w:p>
          <w:p w14:paraId="2C3ECB62" w14:textId="36E47A62" w:rsidR="001E1A2C" w:rsidRPr="00EB1209" w:rsidRDefault="001E1A2C" w:rsidP="00780F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</w:tc>
      </w:tr>
      <w:tr w:rsidR="0085747A" w:rsidRPr="00EB1209" w14:paraId="6A582E67" w14:textId="77777777" w:rsidTr="0071620A">
        <w:trPr>
          <w:trHeight w:val="397"/>
        </w:trPr>
        <w:tc>
          <w:tcPr>
            <w:tcW w:w="7513" w:type="dxa"/>
          </w:tcPr>
          <w:p w14:paraId="2EF8F48E" w14:textId="554F6DBA" w:rsidR="0085747A" w:rsidRPr="00EB120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EB120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EB120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EB120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uzupełniająca</w:t>
            </w:r>
            <w:proofErr w:type="spellEnd"/>
            <w:r w:rsidRPr="00EB120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: </w:t>
            </w:r>
          </w:p>
          <w:p w14:paraId="63314F1C" w14:textId="77777777" w:rsidR="001E1A2C" w:rsidRPr="00EB1209" w:rsidRDefault="001E1A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</w:p>
          <w:p w14:paraId="2DC24561" w14:textId="0DE4EE00" w:rsidR="00260D28" w:rsidRPr="00EB1209" w:rsidRDefault="00260D28" w:rsidP="00260D28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EB120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Mann M., Steve, </w:t>
            </w:r>
            <w:proofErr w:type="spellStart"/>
            <w:r w:rsidRPr="00EB120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Taylore</w:t>
            </w:r>
            <w:proofErr w:type="spellEnd"/>
            <w:r w:rsidRPr="00EB120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-Knowles S., </w:t>
            </w:r>
            <w:r w:rsidRPr="00EB1209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Destination B2 Grammar &amp; </w:t>
            </w:r>
            <w:r w:rsidRPr="00EB1209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lastRenderedPageBreak/>
              <w:t>Vocabulary</w:t>
            </w:r>
            <w:r w:rsidRPr="00EB120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 w:rsidRPr="00EB120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wyd</w:t>
            </w:r>
            <w:proofErr w:type="spellEnd"/>
            <w:r w:rsidRPr="00EB120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 Macmillan, Oxford 2008</w:t>
            </w:r>
            <w:r w:rsidR="004B06EC" w:rsidRPr="00EB120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</w:t>
            </w:r>
          </w:p>
          <w:p w14:paraId="581FEC9A" w14:textId="0E04201C" w:rsidR="00260D28" w:rsidRPr="00EB1209" w:rsidRDefault="00260D28" w:rsidP="00260D2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EB1209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McCarthy M., O’Dell Felicity, </w:t>
            </w:r>
            <w:r w:rsidRPr="00EB120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Vocabulary in Use. Advanced</w:t>
            </w:r>
            <w:r w:rsidRPr="00EB1209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2017</w:t>
            </w:r>
            <w:r w:rsidR="004B06EC" w:rsidRPr="00EB1209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</w:p>
          <w:p w14:paraId="5BC4C296" w14:textId="52805F70" w:rsidR="00260D28" w:rsidRPr="00EB1209" w:rsidRDefault="00260D28" w:rsidP="00260D28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EB120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Dooley J., Evans V., </w:t>
            </w:r>
            <w:proofErr w:type="spellStart"/>
            <w:r w:rsidRPr="00EB1209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Grammarway</w:t>
            </w:r>
            <w:proofErr w:type="spellEnd"/>
            <w:r w:rsidRPr="00EB1209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4</w:t>
            </w:r>
            <w:r w:rsidRPr="00EB120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, Express Publishing, Berkshire 2016</w:t>
            </w:r>
            <w:r w:rsidR="004B06EC" w:rsidRPr="00EB120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</w:t>
            </w:r>
          </w:p>
          <w:p w14:paraId="2669CAE3" w14:textId="77777777" w:rsidR="00260D28" w:rsidRPr="00EB1209" w:rsidRDefault="00260D28" w:rsidP="00260D28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</w:p>
          <w:p w14:paraId="43992A80" w14:textId="77777777" w:rsidR="00260D28" w:rsidRPr="00EB1209" w:rsidRDefault="00260D28" w:rsidP="00260D28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B120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Materiały dla Instytutu Pedagogiki na stronie: </w:t>
            </w:r>
          </w:p>
          <w:p w14:paraId="660047A4" w14:textId="77777777" w:rsidR="00260D28" w:rsidRPr="00EB1209" w:rsidRDefault="00260D28" w:rsidP="00260D28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EB120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https://e-dydaktyka.uniwnet.com</w:t>
            </w:r>
          </w:p>
          <w:p w14:paraId="176A76B1" w14:textId="1DA067FE" w:rsidR="00FA1DF4" w:rsidRPr="00EB1209" w:rsidRDefault="00FA1DF4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</w:p>
        </w:tc>
      </w:tr>
    </w:tbl>
    <w:p w14:paraId="53F92590" w14:textId="77777777" w:rsidR="0085747A" w:rsidRPr="00EB120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1822EE84" w14:textId="77777777" w:rsidR="0085747A" w:rsidRPr="00EB120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0F24F255" w14:textId="2968D640" w:rsidR="0085747A" w:rsidRPr="00EB120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B1209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r w:rsidR="002541C3" w:rsidRPr="00EB1209">
        <w:rPr>
          <w:rFonts w:ascii="Corbel" w:hAnsi="Corbel"/>
          <w:b w:val="0"/>
          <w:smallCaps w:val="0"/>
          <w:szCs w:val="24"/>
        </w:rPr>
        <w:t xml:space="preserve"> </w:t>
      </w:r>
    </w:p>
    <w:sectPr w:rsidR="0085747A" w:rsidRPr="00EB120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4B017E" w14:textId="77777777" w:rsidR="0085424F" w:rsidRDefault="0085424F" w:rsidP="00C16ABF">
      <w:pPr>
        <w:spacing w:after="0" w:line="240" w:lineRule="auto"/>
      </w:pPr>
      <w:r>
        <w:separator/>
      </w:r>
    </w:p>
  </w:endnote>
  <w:endnote w:type="continuationSeparator" w:id="0">
    <w:p w14:paraId="25B8571E" w14:textId="77777777" w:rsidR="0085424F" w:rsidRDefault="0085424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F2BA19" w14:textId="77777777" w:rsidR="0085424F" w:rsidRDefault="0085424F" w:rsidP="00C16ABF">
      <w:pPr>
        <w:spacing w:after="0" w:line="240" w:lineRule="auto"/>
      </w:pPr>
      <w:r>
        <w:separator/>
      </w:r>
    </w:p>
  </w:footnote>
  <w:footnote w:type="continuationSeparator" w:id="0">
    <w:p w14:paraId="4C524F18" w14:textId="77777777" w:rsidR="0085424F" w:rsidRDefault="0085424F" w:rsidP="00C16ABF">
      <w:pPr>
        <w:spacing w:after="0" w:line="240" w:lineRule="auto"/>
      </w:pPr>
      <w:r>
        <w:continuationSeparator/>
      </w:r>
    </w:p>
  </w:footnote>
  <w:footnote w:id="1">
    <w:p w14:paraId="78FA37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1230"/>
    <w:rsid w:val="00015B8F"/>
    <w:rsid w:val="00017D06"/>
    <w:rsid w:val="00022ECE"/>
    <w:rsid w:val="00031E38"/>
    <w:rsid w:val="00042A51"/>
    <w:rsid w:val="00042D2E"/>
    <w:rsid w:val="00044C82"/>
    <w:rsid w:val="00045CE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E07"/>
    <w:rsid w:val="000B192D"/>
    <w:rsid w:val="000B28EE"/>
    <w:rsid w:val="000B2F87"/>
    <w:rsid w:val="000B3E37"/>
    <w:rsid w:val="000D04B0"/>
    <w:rsid w:val="000F1C57"/>
    <w:rsid w:val="000F5615"/>
    <w:rsid w:val="00121A8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31F"/>
    <w:rsid w:val="00176083"/>
    <w:rsid w:val="00176858"/>
    <w:rsid w:val="00192F37"/>
    <w:rsid w:val="001A70D2"/>
    <w:rsid w:val="001D657B"/>
    <w:rsid w:val="001D7B54"/>
    <w:rsid w:val="001E0209"/>
    <w:rsid w:val="001E1A2C"/>
    <w:rsid w:val="001F2CA2"/>
    <w:rsid w:val="002144C0"/>
    <w:rsid w:val="00216316"/>
    <w:rsid w:val="0022477D"/>
    <w:rsid w:val="002278A9"/>
    <w:rsid w:val="002336F9"/>
    <w:rsid w:val="0024028F"/>
    <w:rsid w:val="0024355A"/>
    <w:rsid w:val="00244ABC"/>
    <w:rsid w:val="002541C3"/>
    <w:rsid w:val="00254287"/>
    <w:rsid w:val="00260D28"/>
    <w:rsid w:val="00281FF2"/>
    <w:rsid w:val="002823E6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D13"/>
    <w:rsid w:val="002F02A3"/>
    <w:rsid w:val="002F4ABE"/>
    <w:rsid w:val="003018BA"/>
    <w:rsid w:val="003032AB"/>
    <w:rsid w:val="003034E0"/>
    <w:rsid w:val="0030395F"/>
    <w:rsid w:val="00305C92"/>
    <w:rsid w:val="003151C5"/>
    <w:rsid w:val="003343CF"/>
    <w:rsid w:val="00346737"/>
    <w:rsid w:val="00346FE9"/>
    <w:rsid w:val="0034759A"/>
    <w:rsid w:val="003501AA"/>
    <w:rsid w:val="003503F6"/>
    <w:rsid w:val="003505A3"/>
    <w:rsid w:val="003530DD"/>
    <w:rsid w:val="00363F78"/>
    <w:rsid w:val="00365D3D"/>
    <w:rsid w:val="00370E17"/>
    <w:rsid w:val="0037521F"/>
    <w:rsid w:val="00384DAA"/>
    <w:rsid w:val="0039662B"/>
    <w:rsid w:val="00397DC5"/>
    <w:rsid w:val="003A0A5B"/>
    <w:rsid w:val="003A1176"/>
    <w:rsid w:val="003C0BAE"/>
    <w:rsid w:val="003C1876"/>
    <w:rsid w:val="003D18A9"/>
    <w:rsid w:val="003D2581"/>
    <w:rsid w:val="003D6CE2"/>
    <w:rsid w:val="003E1941"/>
    <w:rsid w:val="003E2FE6"/>
    <w:rsid w:val="003E49D5"/>
    <w:rsid w:val="003F205D"/>
    <w:rsid w:val="003F38C0"/>
    <w:rsid w:val="00414E3C"/>
    <w:rsid w:val="0041541E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B60"/>
    <w:rsid w:val="0047598D"/>
    <w:rsid w:val="004840FD"/>
    <w:rsid w:val="004865E1"/>
    <w:rsid w:val="00490F7D"/>
    <w:rsid w:val="00491678"/>
    <w:rsid w:val="004968E2"/>
    <w:rsid w:val="004A3EEA"/>
    <w:rsid w:val="004A4D1F"/>
    <w:rsid w:val="004B06EC"/>
    <w:rsid w:val="004C4842"/>
    <w:rsid w:val="004D5282"/>
    <w:rsid w:val="004F1551"/>
    <w:rsid w:val="004F55A3"/>
    <w:rsid w:val="0050496F"/>
    <w:rsid w:val="00513B6F"/>
    <w:rsid w:val="00516997"/>
    <w:rsid w:val="00517C63"/>
    <w:rsid w:val="005236A8"/>
    <w:rsid w:val="0052753D"/>
    <w:rsid w:val="005350D9"/>
    <w:rsid w:val="005363C4"/>
    <w:rsid w:val="00536BDE"/>
    <w:rsid w:val="00543ACC"/>
    <w:rsid w:val="0054635F"/>
    <w:rsid w:val="0056027F"/>
    <w:rsid w:val="0056696D"/>
    <w:rsid w:val="00592218"/>
    <w:rsid w:val="0059484D"/>
    <w:rsid w:val="005A0855"/>
    <w:rsid w:val="005A3196"/>
    <w:rsid w:val="005C080F"/>
    <w:rsid w:val="005C55E5"/>
    <w:rsid w:val="005C696A"/>
    <w:rsid w:val="005E6E85"/>
    <w:rsid w:val="005F31D2"/>
    <w:rsid w:val="005F54E1"/>
    <w:rsid w:val="0061029B"/>
    <w:rsid w:val="0061037B"/>
    <w:rsid w:val="00617230"/>
    <w:rsid w:val="00620DEC"/>
    <w:rsid w:val="00621CE1"/>
    <w:rsid w:val="00627FC9"/>
    <w:rsid w:val="00627FF5"/>
    <w:rsid w:val="00641FD3"/>
    <w:rsid w:val="00647FA8"/>
    <w:rsid w:val="00650C5F"/>
    <w:rsid w:val="00654934"/>
    <w:rsid w:val="0066007B"/>
    <w:rsid w:val="006620D9"/>
    <w:rsid w:val="006711FD"/>
    <w:rsid w:val="00671958"/>
    <w:rsid w:val="00675843"/>
    <w:rsid w:val="00696477"/>
    <w:rsid w:val="006B296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FEC"/>
    <w:rsid w:val="00734608"/>
    <w:rsid w:val="00745302"/>
    <w:rsid w:val="007461D6"/>
    <w:rsid w:val="00746EC8"/>
    <w:rsid w:val="00763BF1"/>
    <w:rsid w:val="00766FD4"/>
    <w:rsid w:val="007776A1"/>
    <w:rsid w:val="00780FED"/>
    <w:rsid w:val="0078168C"/>
    <w:rsid w:val="00787C2A"/>
    <w:rsid w:val="00790E27"/>
    <w:rsid w:val="007A4022"/>
    <w:rsid w:val="007A6E6E"/>
    <w:rsid w:val="007C3299"/>
    <w:rsid w:val="007C3BCC"/>
    <w:rsid w:val="007C4546"/>
    <w:rsid w:val="007D137E"/>
    <w:rsid w:val="007D6E56"/>
    <w:rsid w:val="007E7BB3"/>
    <w:rsid w:val="007F1EB9"/>
    <w:rsid w:val="007F4155"/>
    <w:rsid w:val="007F5D25"/>
    <w:rsid w:val="0081554D"/>
    <w:rsid w:val="0081707E"/>
    <w:rsid w:val="008449B3"/>
    <w:rsid w:val="00846A16"/>
    <w:rsid w:val="0085424F"/>
    <w:rsid w:val="008552A2"/>
    <w:rsid w:val="0085747A"/>
    <w:rsid w:val="00884922"/>
    <w:rsid w:val="00885F64"/>
    <w:rsid w:val="008917F9"/>
    <w:rsid w:val="008A45F7"/>
    <w:rsid w:val="008B2255"/>
    <w:rsid w:val="008C0CC0"/>
    <w:rsid w:val="008C19A9"/>
    <w:rsid w:val="008C2BE4"/>
    <w:rsid w:val="008C379D"/>
    <w:rsid w:val="008C5147"/>
    <w:rsid w:val="008C5359"/>
    <w:rsid w:val="008C5363"/>
    <w:rsid w:val="008D3DFB"/>
    <w:rsid w:val="008D6144"/>
    <w:rsid w:val="008E64F4"/>
    <w:rsid w:val="008F06FE"/>
    <w:rsid w:val="008F12C9"/>
    <w:rsid w:val="008F3480"/>
    <w:rsid w:val="008F6E29"/>
    <w:rsid w:val="00916188"/>
    <w:rsid w:val="00923D7D"/>
    <w:rsid w:val="00932EE5"/>
    <w:rsid w:val="00950210"/>
    <w:rsid w:val="009508DF"/>
    <w:rsid w:val="00950DAC"/>
    <w:rsid w:val="00954A07"/>
    <w:rsid w:val="00967FBD"/>
    <w:rsid w:val="009848F9"/>
    <w:rsid w:val="00997F14"/>
    <w:rsid w:val="009A430C"/>
    <w:rsid w:val="009A78D9"/>
    <w:rsid w:val="009B07C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410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A70"/>
    <w:rsid w:val="00A63B02"/>
    <w:rsid w:val="00A6786D"/>
    <w:rsid w:val="00A81E05"/>
    <w:rsid w:val="00A84C85"/>
    <w:rsid w:val="00A97DE1"/>
    <w:rsid w:val="00AB053C"/>
    <w:rsid w:val="00AC6C1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F4C"/>
    <w:rsid w:val="00B819C8"/>
    <w:rsid w:val="00B82308"/>
    <w:rsid w:val="00B86330"/>
    <w:rsid w:val="00B90885"/>
    <w:rsid w:val="00B9286A"/>
    <w:rsid w:val="00BA100D"/>
    <w:rsid w:val="00BB520A"/>
    <w:rsid w:val="00BC5DFA"/>
    <w:rsid w:val="00BD3869"/>
    <w:rsid w:val="00BD66E9"/>
    <w:rsid w:val="00BD6FF4"/>
    <w:rsid w:val="00BF2C41"/>
    <w:rsid w:val="00C058B4"/>
    <w:rsid w:val="00C05F44"/>
    <w:rsid w:val="00C06091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7F25"/>
    <w:rsid w:val="00CD6897"/>
    <w:rsid w:val="00CE39DA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861"/>
    <w:rsid w:val="00D552B2"/>
    <w:rsid w:val="00D608D1"/>
    <w:rsid w:val="00D74119"/>
    <w:rsid w:val="00D8075B"/>
    <w:rsid w:val="00D8678B"/>
    <w:rsid w:val="00D92110"/>
    <w:rsid w:val="00DA2114"/>
    <w:rsid w:val="00DE09C0"/>
    <w:rsid w:val="00DE1F41"/>
    <w:rsid w:val="00DE4A14"/>
    <w:rsid w:val="00DF320D"/>
    <w:rsid w:val="00DF71C8"/>
    <w:rsid w:val="00E00BFB"/>
    <w:rsid w:val="00E066F7"/>
    <w:rsid w:val="00E07425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1209"/>
    <w:rsid w:val="00EC4899"/>
    <w:rsid w:val="00ED03AB"/>
    <w:rsid w:val="00ED32D2"/>
    <w:rsid w:val="00EE1E48"/>
    <w:rsid w:val="00EE32DE"/>
    <w:rsid w:val="00EE5457"/>
    <w:rsid w:val="00F0138A"/>
    <w:rsid w:val="00F070AB"/>
    <w:rsid w:val="00F17567"/>
    <w:rsid w:val="00F232E9"/>
    <w:rsid w:val="00F27A7B"/>
    <w:rsid w:val="00F526AF"/>
    <w:rsid w:val="00F617C3"/>
    <w:rsid w:val="00F7066B"/>
    <w:rsid w:val="00F70B2D"/>
    <w:rsid w:val="00F71334"/>
    <w:rsid w:val="00F83B28"/>
    <w:rsid w:val="00F84360"/>
    <w:rsid w:val="00F974DA"/>
    <w:rsid w:val="00FA1DF4"/>
    <w:rsid w:val="00FA46E5"/>
    <w:rsid w:val="00FB7DBA"/>
    <w:rsid w:val="00FC1C25"/>
    <w:rsid w:val="00FC3F45"/>
    <w:rsid w:val="00FC6A0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A5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E0404-F3D2-4ACE-A676-B2BBA5CF6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1643</Words>
  <Characters>9859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2019-11-23T10:40:00Z</dcterms:created>
  <dcterms:modified xsi:type="dcterms:W3CDTF">2021-01-14T09:49:00Z</dcterms:modified>
</cp:coreProperties>
</file>